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714" w:rsidRDefault="000F0714" w:rsidP="000F0714">
      <w:pPr>
        <w:pStyle w:val="a7"/>
        <w:jc w:val="center"/>
      </w:pPr>
      <w:r w:rsidRPr="000F0714">
        <w:t xml:space="preserve">Сводная ведомость </w:t>
      </w:r>
      <w:proofErr w:type="gramStart"/>
      <w:r w:rsidRPr="000F0714">
        <w:t xml:space="preserve">результатов </w:t>
      </w:r>
      <w:r w:rsidR="004654AF" w:rsidRPr="004654AF">
        <w:t xml:space="preserve">проведения </w:t>
      </w:r>
      <w:r w:rsidRPr="000F0714">
        <w:t>специальной оценки условий труда</w:t>
      </w:r>
      <w:proofErr w:type="gramEnd"/>
    </w:p>
    <w:p w:rsidR="00483C47" w:rsidRDefault="00483C47" w:rsidP="000F0714">
      <w:pPr>
        <w:pStyle w:val="a7"/>
        <w:jc w:val="center"/>
      </w:pPr>
    </w:p>
    <w:tbl>
      <w:tblPr>
        <w:tblW w:w="1549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50"/>
        <w:gridCol w:w="300"/>
        <w:gridCol w:w="960"/>
        <w:gridCol w:w="690"/>
        <w:gridCol w:w="135"/>
        <w:gridCol w:w="75"/>
        <w:gridCol w:w="375"/>
        <w:gridCol w:w="30"/>
        <w:gridCol w:w="20"/>
        <w:gridCol w:w="30"/>
        <w:gridCol w:w="435"/>
        <w:gridCol w:w="480"/>
        <w:gridCol w:w="480"/>
        <w:gridCol w:w="45"/>
        <w:gridCol w:w="360"/>
        <w:gridCol w:w="20"/>
        <w:gridCol w:w="60"/>
        <w:gridCol w:w="195"/>
        <w:gridCol w:w="300"/>
        <w:gridCol w:w="240"/>
        <w:gridCol w:w="240"/>
        <w:gridCol w:w="225"/>
        <w:gridCol w:w="255"/>
        <w:gridCol w:w="480"/>
        <w:gridCol w:w="435"/>
        <w:gridCol w:w="45"/>
        <w:gridCol w:w="345"/>
        <w:gridCol w:w="105"/>
        <w:gridCol w:w="30"/>
        <w:gridCol w:w="270"/>
        <w:gridCol w:w="225"/>
        <w:gridCol w:w="285"/>
        <w:gridCol w:w="195"/>
        <w:gridCol w:w="420"/>
        <w:gridCol w:w="20"/>
        <w:gridCol w:w="60"/>
        <w:gridCol w:w="570"/>
        <w:gridCol w:w="630"/>
        <w:gridCol w:w="240"/>
        <w:gridCol w:w="510"/>
        <w:gridCol w:w="90"/>
        <w:gridCol w:w="255"/>
        <w:gridCol w:w="210"/>
        <w:gridCol w:w="180"/>
        <w:gridCol w:w="180"/>
        <w:gridCol w:w="315"/>
        <w:gridCol w:w="255"/>
        <w:gridCol w:w="90"/>
        <w:gridCol w:w="45"/>
        <w:gridCol w:w="240"/>
        <w:gridCol w:w="195"/>
        <w:gridCol w:w="570"/>
        <w:gridCol w:w="315"/>
        <w:gridCol w:w="390"/>
      </w:tblGrid>
      <w:tr w:rsidR="00483C47" w:rsidTr="00A761AD">
        <w:trPr>
          <w:trHeight w:hRule="exact" w:val="659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8730" w:type="dxa"/>
            <w:gridSpan w:val="3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 xml:space="preserve">Раздел V. Сводная ведомость </w:t>
            </w:r>
            <w:proofErr w:type="gramStart"/>
            <w:r>
              <w:rPr>
                <w:b/>
                <w:bCs/>
                <w:color w:val="000000"/>
                <w:sz w:val="20"/>
              </w:rPr>
              <w:t>результатов проведения специальной оценки условий труда</w:t>
            </w:r>
            <w:proofErr w:type="gramEnd"/>
            <w:r w:rsidR="00A761AD">
              <w:rPr>
                <w:b/>
                <w:bCs/>
                <w:color w:val="000000"/>
                <w:sz w:val="20"/>
              </w:rPr>
              <w:t xml:space="preserve"> УПРАВЛЕНИЕ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</w:tr>
      <w:tr w:rsidR="00483C47" w:rsidTr="00483C47">
        <w:trPr>
          <w:trHeight w:hRule="exact" w:val="285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175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Таблица 1</w:t>
            </w:r>
          </w:p>
        </w:tc>
      </w:tr>
      <w:tr w:rsidR="00483C47" w:rsidTr="00483C47">
        <w:trPr>
          <w:trHeight w:hRule="exact" w:val="105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</w:tr>
      <w:tr w:rsidR="00483C47" w:rsidTr="00483C47">
        <w:trPr>
          <w:cantSplit/>
          <w:trHeight w:hRule="exact" w:val="975"/>
        </w:trPr>
        <w:tc>
          <w:tcPr>
            <w:tcW w:w="2610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483C47" w:rsidRDefault="00483C47" w:rsidP="00483C47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175" w:type="dxa"/>
            <w:gridSpan w:val="1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83C47" w:rsidRDefault="00483C47" w:rsidP="00483C47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Количество рабочих мест и численность работников, занятых на этих рабочих местах</w:t>
            </w:r>
          </w:p>
        </w:tc>
        <w:tc>
          <w:tcPr>
            <w:tcW w:w="9710" w:type="dxa"/>
            <w:gridSpan w:val="38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83C47" w:rsidRDefault="00483C47" w:rsidP="00483C47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Количество рабочих мест и численность занятых на них работников по классам (подклассам) условий труда из числа рабочих мест, указа</w:t>
            </w:r>
            <w:r>
              <w:rPr>
                <w:color w:val="000000"/>
                <w:sz w:val="16"/>
                <w:szCs w:val="16"/>
              </w:rPr>
              <w:t>н</w:t>
            </w:r>
            <w:r>
              <w:rPr>
                <w:color w:val="000000"/>
                <w:sz w:val="16"/>
                <w:szCs w:val="16"/>
              </w:rPr>
              <w:t>ных в графе 3 (единиц)</w:t>
            </w:r>
          </w:p>
        </w:tc>
      </w:tr>
      <w:tr w:rsidR="00483C47" w:rsidTr="00483C47">
        <w:trPr>
          <w:cantSplit/>
          <w:trHeight w:hRule="exact" w:val="660"/>
        </w:trPr>
        <w:tc>
          <w:tcPr>
            <w:tcW w:w="2610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83C47" w:rsidRDefault="00483C47" w:rsidP="00483C47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single" w:sz="6" w:space="0" w:color="000000"/>
            </w:tcBorders>
            <w:vAlign w:val="bottom"/>
          </w:tcPr>
          <w:p w:rsidR="00483C47" w:rsidRDefault="00483C47" w:rsidP="00483C47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900" w:type="dxa"/>
            <w:gridSpan w:val="9"/>
            <w:tcBorders>
              <w:top w:val="nil"/>
              <w:left w:val="nil"/>
              <w:bottom w:val="nil"/>
              <w:right w:val="single" w:sz="6" w:space="0" w:color="000000"/>
            </w:tcBorders>
            <w:vAlign w:val="bottom"/>
          </w:tcPr>
          <w:p w:rsidR="00483C47" w:rsidRDefault="00483C47" w:rsidP="00483C47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в том </w:t>
            </w:r>
            <w:proofErr w:type="gramStart"/>
            <w:r>
              <w:rPr>
                <w:color w:val="000000"/>
                <w:sz w:val="16"/>
                <w:szCs w:val="16"/>
              </w:rPr>
              <w:t>числе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на которых проведена 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nil"/>
              <w:right w:val="single" w:sz="6" w:space="0" w:color="000000"/>
            </w:tcBorders>
            <w:vAlign w:val="bottom"/>
          </w:tcPr>
          <w:p w:rsidR="00483C47" w:rsidRDefault="00483C47" w:rsidP="00483C47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Класс 1</w:t>
            </w:r>
          </w:p>
        </w:tc>
        <w:tc>
          <w:tcPr>
            <w:tcW w:w="1665" w:type="dxa"/>
            <w:gridSpan w:val="6"/>
            <w:tcBorders>
              <w:top w:val="nil"/>
              <w:left w:val="nil"/>
              <w:bottom w:val="nil"/>
              <w:right w:val="single" w:sz="6" w:space="0" w:color="000000"/>
            </w:tcBorders>
            <w:vAlign w:val="bottom"/>
          </w:tcPr>
          <w:p w:rsidR="00483C47" w:rsidRDefault="00483C47" w:rsidP="00483C47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Класс 2</w:t>
            </w:r>
          </w:p>
        </w:tc>
        <w:tc>
          <w:tcPr>
            <w:tcW w:w="5315" w:type="dxa"/>
            <w:gridSpan w:val="2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483C47" w:rsidRDefault="00483C47" w:rsidP="00483C47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Класс 3</w:t>
            </w:r>
          </w:p>
        </w:tc>
        <w:tc>
          <w:tcPr>
            <w:tcW w:w="1470" w:type="dxa"/>
            <w:gridSpan w:val="4"/>
            <w:tcBorders>
              <w:top w:val="nil"/>
              <w:left w:val="nil"/>
              <w:bottom w:val="nil"/>
              <w:right w:val="single" w:sz="6" w:space="0" w:color="000000"/>
            </w:tcBorders>
            <w:vAlign w:val="bottom"/>
          </w:tcPr>
          <w:p w:rsidR="00483C47" w:rsidRDefault="00483C47" w:rsidP="00483C47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Класс 4</w:t>
            </w:r>
          </w:p>
        </w:tc>
      </w:tr>
      <w:tr w:rsidR="00483C47" w:rsidTr="00483C47">
        <w:trPr>
          <w:trHeight w:hRule="exact" w:val="480"/>
        </w:trPr>
        <w:tc>
          <w:tcPr>
            <w:tcW w:w="261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00" w:type="dxa"/>
            <w:gridSpan w:val="9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специальная оценка усл</w:t>
            </w:r>
            <w:r>
              <w:rPr>
                <w:color w:val="000000"/>
                <w:sz w:val="16"/>
                <w:szCs w:val="16"/>
              </w:rPr>
              <w:t>о</w:t>
            </w:r>
            <w:r>
              <w:rPr>
                <w:color w:val="000000"/>
                <w:sz w:val="16"/>
                <w:szCs w:val="16"/>
              </w:rPr>
              <w:t>вий труда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665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45" w:type="dxa"/>
            <w:gridSpan w:val="7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</w:t>
            </w:r>
          </w:p>
        </w:tc>
        <w:tc>
          <w:tcPr>
            <w:tcW w:w="1305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</w:t>
            </w:r>
          </w:p>
        </w:tc>
        <w:tc>
          <w:tcPr>
            <w:tcW w:w="1305" w:type="dxa"/>
            <w:gridSpan w:val="7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</w:t>
            </w:r>
          </w:p>
        </w:tc>
        <w:tc>
          <w:tcPr>
            <w:tcW w:w="14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83C47" w:rsidTr="00483C47">
        <w:trPr>
          <w:trHeight w:hRule="exact" w:val="315"/>
        </w:trPr>
        <w:tc>
          <w:tcPr>
            <w:tcW w:w="261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900" w:type="dxa"/>
            <w:gridSpan w:val="9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665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445" w:type="dxa"/>
            <w:gridSpan w:val="7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305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305" w:type="dxa"/>
            <w:gridSpan w:val="7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4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</w:tr>
      <w:tr w:rsidR="00483C47" w:rsidTr="00483C47">
        <w:trPr>
          <w:trHeight w:hRule="exact" w:val="435"/>
        </w:trPr>
        <w:tc>
          <w:tcPr>
            <w:tcW w:w="261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Рабочие места (ед.)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</w:t>
            </w:r>
          </w:p>
        </w:tc>
        <w:tc>
          <w:tcPr>
            <w:tcW w:w="1900" w:type="dxa"/>
            <w:gridSpan w:val="9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665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</w:t>
            </w:r>
          </w:p>
        </w:tc>
        <w:tc>
          <w:tcPr>
            <w:tcW w:w="1445" w:type="dxa"/>
            <w:gridSpan w:val="7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305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305" w:type="dxa"/>
            <w:gridSpan w:val="7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  <w:tr w:rsidR="00483C47" w:rsidTr="00483C47">
        <w:trPr>
          <w:trHeight w:hRule="exact" w:val="435"/>
        </w:trPr>
        <w:tc>
          <w:tcPr>
            <w:tcW w:w="261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Работники, занятые на рабочих м</w:t>
            </w:r>
            <w:r>
              <w:rPr>
                <w:color w:val="000000"/>
                <w:sz w:val="16"/>
                <w:szCs w:val="16"/>
              </w:rPr>
              <w:t>е</w:t>
            </w:r>
            <w:r>
              <w:rPr>
                <w:color w:val="000000"/>
                <w:sz w:val="16"/>
                <w:szCs w:val="16"/>
              </w:rPr>
              <w:t>стах (чел.)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</w:t>
            </w:r>
          </w:p>
        </w:tc>
        <w:tc>
          <w:tcPr>
            <w:tcW w:w="1900" w:type="dxa"/>
            <w:gridSpan w:val="9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665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</w:t>
            </w:r>
          </w:p>
        </w:tc>
        <w:tc>
          <w:tcPr>
            <w:tcW w:w="1445" w:type="dxa"/>
            <w:gridSpan w:val="7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305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305" w:type="dxa"/>
            <w:gridSpan w:val="7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  <w:tr w:rsidR="00483C47" w:rsidTr="00483C47">
        <w:trPr>
          <w:trHeight w:hRule="exact" w:val="435"/>
        </w:trPr>
        <w:tc>
          <w:tcPr>
            <w:tcW w:w="261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 них женщин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</w:t>
            </w:r>
          </w:p>
        </w:tc>
        <w:tc>
          <w:tcPr>
            <w:tcW w:w="1900" w:type="dxa"/>
            <w:gridSpan w:val="9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665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</w:t>
            </w:r>
          </w:p>
        </w:tc>
        <w:tc>
          <w:tcPr>
            <w:tcW w:w="1445" w:type="dxa"/>
            <w:gridSpan w:val="7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305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305" w:type="dxa"/>
            <w:gridSpan w:val="7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  <w:tr w:rsidR="00483C47" w:rsidTr="00483C47">
        <w:trPr>
          <w:trHeight w:hRule="exact" w:val="420"/>
        </w:trPr>
        <w:tc>
          <w:tcPr>
            <w:tcW w:w="261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 них лиц в возрасте до 18 лет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900" w:type="dxa"/>
            <w:gridSpan w:val="9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665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45" w:type="dxa"/>
            <w:gridSpan w:val="7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305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305" w:type="dxa"/>
            <w:gridSpan w:val="7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  <w:tr w:rsidR="00483C47" w:rsidTr="00483C47">
        <w:trPr>
          <w:trHeight w:hRule="exact" w:val="435"/>
        </w:trPr>
        <w:tc>
          <w:tcPr>
            <w:tcW w:w="261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 них инвалидов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900" w:type="dxa"/>
            <w:gridSpan w:val="9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665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45" w:type="dxa"/>
            <w:gridSpan w:val="7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305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305" w:type="dxa"/>
            <w:gridSpan w:val="7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83C47" w:rsidRDefault="00483C47" w:rsidP="00483C4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</w:tbl>
    <w:p w:rsidR="00483C47" w:rsidRDefault="00483C47" w:rsidP="000F0714">
      <w:pPr>
        <w:pStyle w:val="a7"/>
        <w:jc w:val="center"/>
      </w:pPr>
    </w:p>
    <w:p w:rsidR="00483C47" w:rsidRPr="000F0714" w:rsidRDefault="00483C47" w:rsidP="000F0714">
      <w:pPr>
        <w:pStyle w:val="a7"/>
        <w:jc w:val="center"/>
      </w:pPr>
    </w:p>
    <w:tbl>
      <w:tblPr>
        <w:tblW w:w="1549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50"/>
        <w:gridCol w:w="300"/>
        <w:gridCol w:w="960"/>
        <w:gridCol w:w="690"/>
        <w:gridCol w:w="135"/>
        <w:gridCol w:w="75"/>
        <w:gridCol w:w="375"/>
        <w:gridCol w:w="30"/>
        <w:gridCol w:w="20"/>
        <w:gridCol w:w="30"/>
        <w:gridCol w:w="435"/>
        <w:gridCol w:w="480"/>
        <w:gridCol w:w="480"/>
        <w:gridCol w:w="45"/>
        <w:gridCol w:w="360"/>
        <w:gridCol w:w="20"/>
        <w:gridCol w:w="60"/>
        <w:gridCol w:w="195"/>
        <w:gridCol w:w="300"/>
        <w:gridCol w:w="240"/>
        <w:gridCol w:w="240"/>
        <w:gridCol w:w="225"/>
        <w:gridCol w:w="255"/>
        <w:gridCol w:w="480"/>
        <w:gridCol w:w="435"/>
        <w:gridCol w:w="45"/>
        <w:gridCol w:w="345"/>
        <w:gridCol w:w="105"/>
        <w:gridCol w:w="30"/>
        <w:gridCol w:w="270"/>
        <w:gridCol w:w="225"/>
        <w:gridCol w:w="285"/>
        <w:gridCol w:w="195"/>
        <w:gridCol w:w="420"/>
        <w:gridCol w:w="20"/>
        <w:gridCol w:w="60"/>
        <w:gridCol w:w="570"/>
        <w:gridCol w:w="630"/>
        <w:gridCol w:w="240"/>
        <w:gridCol w:w="510"/>
        <w:gridCol w:w="90"/>
        <w:gridCol w:w="255"/>
        <w:gridCol w:w="210"/>
        <w:gridCol w:w="180"/>
        <w:gridCol w:w="180"/>
        <w:gridCol w:w="315"/>
        <w:gridCol w:w="255"/>
        <w:gridCol w:w="90"/>
        <w:gridCol w:w="45"/>
        <w:gridCol w:w="240"/>
        <w:gridCol w:w="195"/>
        <w:gridCol w:w="570"/>
        <w:gridCol w:w="315"/>
        <w:gridCol w:w="390"/>
      </w:tblGrid>
      <w:tr w:rsidR="005E3665" w:rsidTr="005E3665">
        <w:trPr>
          <w:trHeight w:hRule="exact" w:val="285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175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Таблица 1</w:t>
            </w:r>
          </w:p>
        </w:tc>
      </w:tr>
      <w:tr w:rsidR="005E3665" w:rsidTr="005E3665">
        <w:trPr>
          <w:trHeight w:hRule="exact" w:val="105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</w:tr>
      <w:tr w:rsidR="005E3665" w:rsidTr="005E3665">
        <w:trPr>
          <w:cantSplit/>
          <w:trHeight w:hRule="exact" w:val="975"/>
        </w:trPr>
        <w:tc>
          <w:tcPr>
            <w:tcW w:w="2610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5E3665" w:rsidRDefault="005E3665" w:rsidP="005E3665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175" w:type="dxa"/>
            <w:gridSpan w:val="1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E3665" w:rsidRDefault="005E3665" w:rsidP="005E3665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Количество рабочих мест и численность работников, занятых на этих рабочих местах</w:t>
            </w:r>
          </w:p>
        </w:tc>
        <w:tc>
          <w:tcPr>
            <w:tcW w:w="9710" w:type="dxa"/>
            <w:gridSpan w:val="38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E3665" w:rsidRDefault="005E3665" w:rsidP="005E3665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Количество рабочих мест и численность занятых на них работников по классам (подклассам) условий труда из числа рабочих мест, указа</w:t>
            </w:r>
            <w:r>
              <w:rPr>
                <w:color w:val="000000"/>
                <w:sz w:val="16"/>
                <w:szCs w:val="16"/>
              </w:rPr>
              <w:t>н</w:t>
            </w:r>
            <w:r>
              <w:rPr>
                <w:color w:val="000000"/>
                <w:sz w:val="16"/>
                <w:szCs w:val="16"/>
              </w:rPr>
              <w:t>ных в графе 3 (единиц)</w:t>
            </w:r>
          </w:p>
        </w:tc>
      </w:tr>
      <w:tr w:rsidR="005E3665" w:rsidTr="005E3665">
        <w:trPr>
          <w:cantSplit/>
          <w:trHeight w:hRule="exact" w:val="660"/>
        </w:trPr>
        <w:tc>
          <w:tcPr>
            <w:tcW w:w="2610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E3665" w:rsidRDefault="005E3665" w:rsidP="005E3665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single" w:sz="6" w:space="0" w:color="000000"/>
            </w:tcBorders>
            <w:vAlign w:val="bottom"/>
          </w:tcPr>
          <w:p w:rsidR="005E3665" w:rsidRDefault="005E3665" w:rsidP="005E3665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900" w:type="dxa"/>
            <w:gridSpan w:val="9"/>
            <w:tcBorders>
              <w:top w:val="nil"/>
              <w:left w:val="nil"/>
              <w:bottom w:val="nil"/>
              <w:right w:val="single" w:sz="6" w:space="0" w:color="000000"/>
            </w:tcBorders>
            <w:vAlign w:val="bottom"/>
          </w:tcPr>
          <w:p w:rsidR="005E3665" w:rsidRDefault="005E3665" w:rsidP="005E3665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в том </w:t>
            </w:r>
            <w:proofErr w:type="gramStart"/>
            <w:r>
              <w:rPr>
                <w:color w:val="000000"/>
                <w:sz w:val="16"/>
                <w:szCs w:val="16"/>
              </w:rPr>
              <w:t>числе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на которых проведена 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nil"/>
              <w:right w:val="single" w:sz="6" w:space="0" w:color="000000"/>
            </w:tcBorders>
            <w:vAlign w:val="bottom"/>
          </w:tcPr>
          <w:p w:rsidR="005E3665" w:rsidRDefault="005E3665" w:rsidP="005E3665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Класс 1</w:t>
            </w:r>
          </w:p>
        </w:tc>
        <w:tc>
          <w:tcPr>
            <w:tcW w:w="1665" w:type="dxa"/>
            <w:gridSpan w:val="6"/>
            <w:tcBorders>
              <w:top w:val="nil"/>
              <w:left w:val="nil"/>
              <w:bottom w:val="nil"/>
              <w:right w:val="single" w:sz="6" w:space="0" w:color="000000"/>
            </w:tcBorders>
            <w:vAlign w:val="bottom"/>
          </w:tcPr>
          <w:p w:rsidR="005E3665" w:rsidRDefault="005E3665" w:rsidP="005E3665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Класс 2</w:t>
            </w:r>
          </w:p>
        </w:tc>
        <w:tc>
          <w:tcPr>
            <w:tcW w:w="5315" w:type="dxa"/>
            <w:gridSpan w:val="2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5E3665" w:rsidRDefault="005E3665" w:rsidP="005E3665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Класс 3</w:t>
            </w:r>
          </w:p>
        </w:tc>
        <w:tc>
          <w:tcPr>
            <w:tcW w:w="1470" w:type="dxa"/>
            <w:gridSpan w:val="4"/>
            <w:tcBorders>
              <w:top w:val="nil"/>
              <w:left w:val="nil"/>
              <w:bottom w:val="nil"/>
              <w:right w:val="single" w:sz="6" w:space="0" w:color="000000"/>
            </w:tcBorders>
            <w:vAlign w:val="bottom"/>
          </w:tcPr>
          <w:p w:rsidR="005E3665" w:rsidRDefault="005E3665" w:rsidP="005E3665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Класс 4</w:t>
            </w:r>
          </w:p>
        </w:tc>
      </w:tr>
      <w:tr w:rsidR="005E3665" w:rsidTr="005E3665">
        <w:trPr>
          <w:trHeight w:hRule="exact" w:val="480"/>
        </w:trPr>
        <w:tc>
          <w:tcPr>
            <w:tcW w:w="261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00" w:type="dxa"/>
            <w:gridSpan w:val="9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специальная оценка усл</w:t>
            </w:r>
            <w:r>
              <w:rPr>
                <w:color w:val="000000"/>
                <w:sz w:val="16"/>
                <w:szCs w:val="16"/>
              </w:rPr>
              <w:t>о</w:t>
            </w:r>
            <w:r>
              <w:rPr>
                <w:color w:val="000000"/>
                <w:sz w:val="16"/>
                <w:szCs w:val="16"/>
              </w:rPr>
              <w:t>вий труда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665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45" w:type="dxa"/>
            <w:gridSpan w:val="7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</w:t>
            </w:r>
          </w:p>
        </w:tc>
        <w:tc>
          <w:tcPr>
            <w:tcW w:w="1305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</w:t>
            </w:r>
          </w:p>
        </w:tc>
        <w:tc>
          <w:tcPr>
            <w:tcW w:w="1305" w:type="dxa"/>
            <w:gridSpan w:val="7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</w:t>
            </w:r>
          </w:p>
        </w:tc>
        <w:tc>
          <w:tcPr>
            <w:tcW w:w="14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E3665" w:rsidTr="005E3665">
        <w:trPr>
          <w:trHeight w:hRule="exact" w:val="315"/>
        </w:trPr>
        <w:tc>
          <w:tcPr>
            <w:tcW w:w="261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900" w:type="dxa"/>
            <w:gridSpan w:val="9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665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445" w:type="dxa"/>
            <w:gridSpan w:val="7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305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305" w:type="dxa"/>
            <w:gridSpan w:val="7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4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</w:tr>
      <w:tr w:rsidR="005E3665" w:rsidTr="005E3665">
        <w:trPr>
          <w:trHeight w:hRule="exact" w:val="435"/>
        </w:trPr>
        <w:tc>
          <w:tcPr>
            <w:tcW w:w="261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Рабочие места (ед.)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</w:t>
            </w:r>
          </w:p>
        </w:tc>
        <w:tc>
          <w:tcPr>
            <w:tcW w:w="1900" w:type="dxa"/>
            <w:gridSpan w:val="9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665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</w:t>
            </w:r>
          </w:p>
        </w:tc>
        <w:tc>
          <w:tcPr>
            <w:tcW w:w="1445" w:type="dxa"/>
            <w:gridSpan w:val="7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</w:t>
            </w:r>
          </w:p>
        </w:tc>
        <w:tc>
          <w:tcPr>
            <w:tcW w:w="1305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305" w:type="dxa"/>
            <w:gridSpan w:val="7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  <w:tr w:rsidR="005E3665" w:rsidTr="005E3665">
        <w:trPr>
          <w:trHeight w:hRule="exact" w:val="435"/>
        </w:trPr>
        <w:tc>
          <w:tcPr>
            <w:tcW w:w="261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Работники, занятые на рабочих м</w:t>
            </w:r>
            <w:r>
              <w:rPr>
                <w:color w:val="000000"/>
                <w:sz w:val="16"/>
                <w:szCs w:val="16"/>
              </w:rPr>
              <w:t>е</w:t>
            </w:r>
            <w:r>
              <w:rPr>
                <w:color w:val="000000"/>
                <w:sz w:val="16"/>
                <w:szCs w:val="16"/>
              </w:rPr>
              <w:t>стах (чел.)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337</w:t>
            </w:r>
          </w:p>
        </w:tc>
        <w:tc>
          <w:tcPr>
            <w:tcW w:w="1900" w:type="dxa"/>
            <w:gridSpan w:val="9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337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665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</w:t>
            </w:r>
          </w:p>
        </w:tc>
        <w:tc>
          <w:tcPr>
            <w:tcW w:w="1445" w:type="dxa"/>
            <w:gridSpan w:val="7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208</w:t>
            </w:r>
          </w:p>
        </w:tc>
        <w:tc>
          <w:tcPr>
            <w:tcW w:w="1305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305" w:type="dxa"/>
            <w:gridSpan w:val="7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  <w:tr w:rsidR="005E3665" w:rsidTr="005E3665">
        <w:trPr>
          <w:trHeight w:hRule="exact" w:val="435"/>
        </w:trPr>
        <w:tc>
          <w:tcPr>
            <w:tcW w:w="261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 них женщин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</w:t>
            </w:r>
          </w:p>
        </w:tc>
        <w:tc>
          <w:tcPr>
            <w:tcW w:w="1900" w:type="dxa"/>
            <w:gridSpan w:val="9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665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</w:t>
            </w:r>
          </w:p>
        </w:tc>
        <w:tc>
          <w:tcPr>
            <w:tcW w:w="1445" w:type="dxa"/>
            <w:gridSpan w:val="7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305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305" w:type="dxa"/>
            <w:gridSpan w:val="7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  <w:tr w:rsidR="005E3665" w:rsidTr="005E3665">
        <w:trPr>
          <w:trHeight w:hRule="exact" w:val="420"/>
        </w:trPr>
        <w:tc>
          <w:tcPr>
            <w:tcW w:w="261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 них лиц в возрасте до 18 лет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900" w:type="dxa"/>
            <w:gridSpan w:val="9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665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45" w:type="dxa"/>
            <w:gridSpan w:val="7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305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305" w:type="dxa"/>
            <w:gridSpan w:val="7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  <w:tr w:rsidR="005E3665" w:rsidTr="005E3665">
        <w:trPr>
          <w:trHeight w:hRule="exact" w:val="435"/>
        </w:trPr>
        <w:tc>
          <w:tcPr>
            <w:tcW w:w="261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 них инвалидов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900" w:type="dxa"/>
            <w:gridSpan w:val="9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665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45" w:type="dxa"/>
            <w:gridSpan w:val="7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305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305" w:type="dxa"/>
            <w:gridSpan w:val="7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E3665" w:rsidRDefault="005E3665" w:rsidP="005E366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</w:tbl>
    <w:p w:rsidR="008718A9" w:rsidRDefault="008718A9" w:rsidP="00026145"/>
    <w:p w:rsidR="00026145" w:rsidRPr="00710271" w:rsidRDefault="00026145" w:rsidP="00026145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>
        <w:rPr>
          <w:rStyle w:val="a9"/>
          <w:lang w:val="en-US"/>
        </w:rPr>
        <w:instrText>ceh</w:instrText>
      </w:r>
      <w:r w:rsidRPr="00B65D43">
        <w:rPr>
          <w:rStyle w:val="a9"/>
        </w:rPr>
        <w:instrText>_</w:instrText>
      </w:r>
      <w:r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Pr="00B65D43">
        <w:rPr>
          <w:rStyle w:val="a9"/>
        </w:rPr>
        <w:t xml:space="preserve">Акционерное общество "Новосибирское </w:t>
      </w:r>
      <w:proofErr w:type="spellStart"/>
      <w:r w:rsidRPr="00B65D43">
        <w:rPr>
          <w:rStyle w:val="a9"/>
        </w:rPr>
        <w:t>карьероуправление</w:t>
      </w:r>
      <w:proofErr w:type="spellEnd"/>
      <w:r w:rsidRPr="00B65D43">
        <w:rPr>
          <w:rStyle w:val="a9"/>
        </w:rPr>
        <w:t>". Каменный карьер</w:t>
      </w:r>
      <w:r w:rsidRPr="00883461">
        <w:rPr>
          <w:rStyle w:val="a9"/>
        </w:rPr>
        <w:fldChar w:fldCharType="end"/>
      </w:r>
      <w:r w:rsidRPr="00883461">
        <w:rPr>
          <w:rStyle w:val="a9"/>
        </w:rPr>
        <w:t> </w:t>
      </w:r>
    </w:p>
    <w:p w:rsidR="00026145" w:rsidRPr="00F06873" w:rsidRDefault="00026145" w:rsidP="00026145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026145" w:rsidRPr="00F06873" w:rsidTr="00026145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026145" w:rsidRPr="004654AF" w:rsidRDefault="00026145" w:rsidP="00026145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026145" w:rsidRPr="00F06873" w:rsidRDefault="00026145" w:rsidP="00026145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026145" w:rsidRPr="00F06873" w:rsidTr="00026145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026145" w:rsidRPr="00F06873" w:rsidTr="00026145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026145" w:rsidRPr="004654AF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026145" w:rsidRPr="004654AF" w:rsidRDefault="00026145" w:rsidP="00026145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6145" w:rsidRPr="00F06873" w:rsidTr="00026145">
        <w:trPr>
          <w:jc w:val="center"/>
        </w:trPr>
        <w:tc>
          <w:tcPr>
            <w:tcW w:w="3518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026145" w:rsidRPr="00F06873" w:rsidTr="00026145">
        <w:trPr>
          <w:jc w:val="center"/>
        </w:trPr>
        <w:tc>
          <w:tcPr>
            <w:tcW w:w="3518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</w:t>
            </w:r>
          </w:p>
        </w:tc>
        <w:tc>
          <w:tcPr>
            <w:tcW w:w="3118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</w:t>
            </w:r>
          </w:p>
        </w:tc>
        <w:tc>
          <w:tcPr>
            <w:tcW w:w="1063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169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69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1169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26145" w:rsidRPr="00F06873" w:rsidTr="00026145">
        <w:trPr>
          <w:jc w:val="center"/>
        </w:trPr>
        <w:tc>
          <w:tcPr>
            <w:tcW w:w="3518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е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стах (чел.)</w:t>
            </w:r>
          </w:p>
        </w:tc>
        <w:tc>
          <w:tcPr>
            <w:tcW w:w="843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249</w:t>
            </w:r>
          </w:p>
        </w:tc>
        <w:tc>
          <w:tcPr>
            <w:tcW w:w="3118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249</w:t>
            </w:r>
          </w:p>
        </w:tc>
        <w:tc>
          <w:tcPr>
            <w:tcW w:w="1063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</w:t>
            </w:r>
          </w:p>
        </w:tc>
        <w:tc>
          <w:tcPr>
            <w:tcW w:w="1169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169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1169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26145" w:rsidRPr="00F06873" w:rsidTr="00026145">
        <w:trPr>
          <w:jc w:val="center"/>
        </w:trPr>
        <w:tc>
          <w:tcPr>
            <w:tcW w:w="3518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3118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063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169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69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169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26145" w:rsidRPr="00F06873" w:rsidTr="00026145">
        <w:trPr>
          <w:jc w:val="center"/>
        </w:trPr>
        <w:tc>
          <w:tcPr>
            <w:tcW w:w="3518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26145" w:rsidRPr="00F06873" w:rsidTr="00026145">
        <w:trPr>
          <w:jc w:val="center"/>
        </w:trPr>
        <w:tc>
          <w:tcPr>
            <w:tcW w:w="3518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3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69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69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8718A9" w:rsidRDefault="008718A9" w:rsidP="0014704D"/>
    <w:p w:rsidR="008718A9" w:rsidRDefault="008718A9" w:rsidP="0014704D"/>
    <w:p w:rsidR="008718A9" w:rsidRDefault="008718A9" w:rsidP="0014704D"/>
    <w:p w:rsidR="008718A9" w:rsidRDefault="008718A9" w:rsidP="0014704D"/>
    <w:p w:rsidR="008718A9" w:rsidRDefault="008718A9" w:rsidP="0014704D"/>
    <w:p w:rsidR="008718A9" w:rsidRDefault="008718A9" w:rsidP="0014704D"/>
    <w:p w:rsidR="008718A9" w:rsidRDefault="008718A9" w:rsidP="0014704D"/>
    <w:p w:rsidR="008718A9" w:rsidRDefault="008718A9" w:rsidP="0014704D"/>
    <w:p w:rsidR="008718A9" w:rsidRDefault="008718A9" w:rsidP="0014704D"/>
    <w:p w:rsidR="008718A9" w:rsidRDefault="008718A9" w:rsidP="0014704D"/>
    <w:p w:rsidR="008718A9" w:rsidRDefault="008718A9" w:rsidP="0014704D"/>
    <w:p w:rsidR="008718A9" w:rsidRDefault="008718A9" w:rsidP="0014704D"/>
    <w:p w:rsidR="008718A9" w:rsidRDefault="008718A9" w:rsidP="0014704D"/>
    <w:p w:rsidR="0014704D" w:rsidRPr="00710271" w:rsidRDefault="0014704D" w:rsidP="0014704D">
      <w:r w:rsidRPr="00710271">
        <w:lastRenderedPageBreak/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>
        <w:rPr>
          <w:rStyle w:val="a9"/>
          <w:lang w:val="en-US"/>
        </w:rPr>
        <w:instrText>ceh</w:instrText>
      </w:r>
      <w:r w:rsidRPr="00B65D43">
        <w:rPr>
          <w:rStyle w:val="a9"/>
        </w:rPr>
        <w:instrText>_</w:instrText>
      </w:r>
      <w:r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Pr="00B65D43">
        <w:rPr>
          <w:rStyle w:val="a9"/>
        </w:rPr>
        <w:t xml:space="preserve">Акционерное общество "Новосибирское </w:t>
      </w:r>
      <w:proofErr w:type="spellStart"/>
      <w:r w:rsidRPr="00B65D43">
        <w:rPr>
          <w:rStyle w:val="a9"/>
        </w:rPr>
        <w:t>карьероуправление</w:t>
      </w:r>
      <w:proofErr w:type="spellEnd"/>
      <w:r w:rsidRPr="00B65D43">
        <w:rPr>
          <w:rStyle w:val="a9"/>
        </w:rPr>
        <w:t>". Каменный карьер</w:t>
      </w:r>
      <w:r w:rsidRPr="00883461">
        <w:rPr>
          <w:rStyle w:val="a9"/>
        </w:rPr>
        <w:fldChar w:fldCharType="end"/>
      </w:r>
      <w:r w:rsidRPr="00883461">
        <w:rPr>
          <w:rStyle w:val="a9"/>
        </w:rPr>
        <w:t> </w:t>
      </w:r>
    </w:p>
    <w:p w:rsidR="00026145" w:rsidRDefault="00026145" w:rsidP="00B3448B"/>
    <w:tbl>
      <w:tblPr>
        <w:tblW w:w="1549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50"/>
        <w:gridCol w:w="300"/>
        <w:gridCol w:w="960"/>
        <w:gridCol w:w="690"/>
        <w:gridCol w:w="135"/>
        <w:gridCol w:w="75"/>
        <w:gridCol w:w="375"/>
        <w:gridCol w:w="30"/>
        <w:gridCol w:w="20"/>
        <w:gridCol w:w="30"/>
        <w:gridCol w:w="435"/>
        <w:gridCol w:w="480"/>
        <w:gridCol w:w="480"/>
        <w:gridCol w:w="45"/>
        <w:gridCol w:w="360"/>
        <w:gridCol w:w="20"/>
        <w:gridCol w:w="60"/>
        <w:gridCol w:w="195"/>
        <w:gridCol w:w="300"/>
        <w:gridCol w:w="240"/>
        <w:gridCol w:w="240"/>
        <w:gridCol w:w="225"/>
        <w:gridCol w:w="255"/>
        <w:gridCol w:w="480"/>
        <w:gridCol w:w="435"/>
        <w:gridCol w:w="45"/>
        <w:gridCol w:w="345"/>
        <w:gridCol w:w="105"/>
        <w:gridCol w:w="30"/>
        <w:gridCol w:w="270"/>
        <w:gridCol w:w="225"/>
        <w:gridCol w:w="285"/>
        <w:gridCol w:w="195"/>
        <w:gridCol w:w="420"/>
        <w:gridCol w:w="20"/>
        <w:gridCol w:w="60"/>
        <w:gridCol w:w="570"/>
        <w:gridCol w:w="630"/>
        <w:gridCol w:w="240"/>
        <w:gridCol w:w="510"/>
        <w:gridCol w:w="90"/>
        <w:gridCol w:w="255"/>
        <w:gridCol w:w="210"/>
        <w:gridCol w:w="180"/>
        <w:gridCol w:w="180"/>
        <w:gridCol w:w="315"/>
        <w:gridCol w:w="255"/>
        <w:gridCol w:w="90"/>
        <w:gridCol w:w="285"/>
        <w:gridCol w:w="1470"/>
      </w:tblGrid>
      <w:tr w:rsidR="0014704D" w:rsidTr="0014704D">
        <w:trPr>
          <w:trHeight w:hRule="exact" w:val="285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17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Таблица 1</w:t>
            </w:r>
          </w:p>
        </w:tc>
      </w:tr>
      <w:tr w:rsidR="0014704D" w:rsidTr="0014704D">
        <w:trPr>
          <w:cantSplit/>
          <w:trHeight w:hRule="exact" w:val="975"/>
        </w:trPr>
        <w:tc>
          <w:tcPr>
            <w:tcW w:w="2610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175" w:type="dxa"/>
            <w:gridSpan w:val="1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Количество рабочих мест и численность работников, занятых на этих рабочих местах</w:t>
            </w:r>
          </w:p>
        </w:tc>
        <w:tc>
          <w:tcPr>
            <w:tcW w:w="9710" w:type="dxa"/>
            <w:gridSpan w:val="34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Количество рабочих мест и численность занятых на них работников по классам (подклассам) условий труда из числа рабочих мест, указа</w:t>
            </w:r>
            <w:r>
              <w:rPr>
                <w:color w:val="000000"/>
                <w:sz w:val="16"/>
                <w:szCs w:val="16"/>
              </w:rPr>
              <w:t>н</w:t>
            </w:r>
            <w:r>
              <w:rPr>
                <w:color w:val="000000"/>
                <w:sz w:val="16"/>
                <w:szCs w:val="16"/>
              </w:rPr>
              <w:t>ных в графе 3 (единиц)</w:t>
            </w:r>
          </w:p>
        </w:tc>
      </w:tr>
      <w:tr w:rsidR="0014704D" w:rsidTr="0014704D">
        <w:trPr>
          <w:cantSplit/>
          <w:trHeight w:hRule="exact" w:val="660"/>
        </w:trPr>
        <w:tc>
          <w:tcPr>
            <w:tcW w:w="2610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4704D" w:rsidRDefault="0014704D" w:rsidP="00757FE6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single" w:sz="6" w:space="0" w:color="000000"/>
            </w:tcBorders>
            <w:vAlign w:val="bottom"/>
          </w:tcPr>
          <w:p w:rsidR="0014704D" w:rsidRDefault="0014704D" w:rsidP="00757FE6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900" w:type="dxa"/>
            <w:gridSpan w:val="9"/>
            <w:tcBorders>
              <w:top w:val="nil"/>
              <w:left w:val="nil"/>
              <w:bottom w:val="nil"/>
              <w:right w:val="single" w:sz="6" w:space="0" w:color="000000"/>
            </w:tcBorders>
            <w:vAlign w:val="bottom"/>
          </w:tcPr>
          <w:p w:rsidR="0014704D" w:rsidRDefault="0014704D" w:rsidP="00757FE6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в том </w:t>
            </w:r>
            <w:proofErr w:type="gramStart"/>
            <w:r>
              <w:rPr>
                <w:color w:val="000000"/>
                <w:sz w:val="16"/>
                <w:szCs w:val="16"/>
              </w:rPr>
              <w:t>числе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на которых проведена 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nil"/>
              <w:right w:val="single" w:sz="6" w:space="0" w:color="000000"/>
            </w:tcBorders>
            <w:vAlign w:val="bottom"/>
          </w:tcPr>
          <w:p w:rsidR="0014704D" w:rsidRDefault="0014704D" w:rsidP="00757FE6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Класс 1</w:t>
            </w:r>
          </w:p>
        </w:tc>
        <w:tc>
          <w:tcPr>
            <w:tcW w:w="1665" w:type="dxa"/>
            <w:gridSpan w:val="6"/>
            <w:tcBorders>
              <w:top w:val="nil"/>
              <w:left w:val="nil"/>
              <w:bottom w:val="nil"/>
              <w:right w:val="single" w:sz="6" w:space="0" w:color="000000"/>
            </w:tcBorders>
            <w:vAlign w:val="bottom"/>
          </w:tcPr>
          <w:p w:rsidR="0014704D" w:rsidRDefault="0014704D" w:rsidP="00757FE6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Класс 2</w:t>
            </w:r>
          </w:p>
        </w:tc>
        <w:tc>
          <w:tcPr>
            <w:tcW w:w="5315" w:type="dxa"/>
            <w:gridSpan w:val="21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14704D" w:rsidRDefault="0014704D" w:rsidP="00757FE6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Класс 3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single" w:sz="6" w:space="0" w:color="000000"/>
            </w:tcBorders>
            <w:vAlign w:val="bottom"/>
          </w:tcPr>
          <w:p w:rsidR="0014704D" w:rsidRDefault="0014704D" w:rsidP="00757FE6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Класс 4</w:t>
            </w:r>
          </w:p>
        </w:tc>
      </w:tr>
      <w:tr w:rsidR="0014704D" w:rsidTr="0014704D">
        <w:trPr>
          <w:trHeight w:hRule="exact" w:val="480"/>
        </w:trPr>
        <w:tc>
          <w:tcPr>
            <w:tcW w:w="261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00" w:type="dxa"/>
            <w:gridSpan w:val="9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специальная оценка усл</w:t>
            </w:r>
            <w:r>
              <w:rPr>
                <w:color w:val="000000"/>
                <w:sz w:val="16"/>
                <w:szCs w:val="16"/>
              </w:rPr>
              <w:t>о</w:t>
            </w:r>
            <w:r>
              <w:rPr>
                <w:color w:val="000000"/>
                <w:sz w:val="16"/>
                <w:szCs w:val="16"/>
              </w:rPr>
              <w:t>вий труда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665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45" w:type="dxa"/>
            <w:gridSpan w:val="7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</w:t>
            </w:r>
          </w:p>
        </w:tc>
        <w:tc>
          <w:tcPr>
            <w:tcW w:w="1305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</w:t>
            </w:r>
          </w:p>
        </w:tc>
        <w:tc>
          <w:tcPr>
            <w:tcW w:w="1305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14704D" w:rsidTr="0014704D">
        <w:trPr>
          <w:trHeight w:hRule="exact" w:val="315"/>
        </w:trPr>
        <w:tc>
          <w:tcPr>
            <w:tcW w:w="261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900" w:type="dxa"/>
            <w:gridSpan w:val="9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665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445" w:type="dxa"/>
            <w:gridSpan w:val="7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305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305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</w:tr>
      <w:tr w:rsidR="0014704D" w:rsidTr="0014704D">
        <w:trPr>
          <w:trHeight w:hRule="exact" w:val="435"/>
        </w:trPr>
        <w:tc>
          <w:tcPr>
            <w:tcW w:w="261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Рабочие места (ед.)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</w:t>
            </w:r>
          </w:p>
        </w:tc>
        <w:tc>
          <w:tcPr>
            <w:tcW w:w="1900" w:type="dxa"/>
            <w:gridSpan w:val="9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665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1445" w:type="dxa"/>
            <w:gridSpan w:val="7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1305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305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  <w:tr w:rsidR="0014704D" w:rsidTr="0014704D">
        <w:trPr>
          <w:trHeight w:hRule="exact" w:val="435"/>
        </w:trPr>
        <w:tc>
          <w:tcPr>
            <w:tcW w:w="261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Работники, занятые на рабочих м</w:t>
            </w:r>
            <w:r>
              <w:rPr>
                <w:color w:val="000000"/>
                <w:sz w:val="16"/>
                <w:szCs w:val="16"/>
              </w:rPr>
              <w:t>е</w:t>
            </w:r>
            <w:r>
              <w:rPr>
                <w:color w:val="000000"/>
                <w:sz w:val="16"/>
                <w:szCs w:val="16"/>
              </w:rPr>
              <w:t>стах (чел.)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</w:t>
            </w:r>
          </w:p>
        </w:tc>
        <w:tc>
          <w:tcPr>
            <w:tcW w:w="1900" w:type="dxa"/>
            <w:gridSpan w:val="9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665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</w:t>
            </w:r>
          </w:p>
        </w:tc>
        <w:tc>
          <w:tcPr>
            <w:tcW w:w="1445" w:type="dxa"/>
            <w:gridSpan w:val="7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</w:t>
            </w:r>
          </w:p>
        </w:tc>
        <w:tc>
          <w:tcPr>
            <w:tcW w:w="1305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305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  <w:tr w:rsidR="0014704D" w:rsidTr="0014704D">
        <w:trPr>
          <w:trHeight w:hRule="exact" w:val="435"/>
        </w:trPr>
        <w:tc>
          <w:tcPr>
            <w:tcW w:w="261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 них женщин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1900" w:type="dxa"/>
            <w:gridSpan w:val="9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665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1445" w:type="dxa"/>
            <w:gridSpan w:val="7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305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305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  <w:tr w:rsidR="0014704D" w:rsidTr="0014704D">
        <w:trPr>
          <w:trHeight w:hRule="exact" w:val="420"/>
        </w:trPr>
        <w:tc>
          <w:tcPr>
            <w:tcW w:w="261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 них лиц в возрасте до 18 лет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900" w:type="dxa"/>
            <w:gridSpan w:val="9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665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45" w:type="dxa"/>
            <w:gridSpan w:val="7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305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305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  <w:tr w:rsidR="0014704D" w:rsidTr="0014704D">
        <w:trPr>
          <w:trHeight w:hRule="exact" w:val="435"/>
        </w:trPr>
        <w:tc>
          <w:tcPr>
            <w:tcW w:w="261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 них инвалидов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900" w:type="dxa"/>
            <w:gridSpan w:val="9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665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45" w:type="dxa"/>
            <w:gridSpan w:val="7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305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305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</w:tbl>
    <w:p w:rsidR="0014704D" w:rsidRDefault="0014704D" w:rsidP="00B3448B"/>
    <w:p w:rsidR="0014704D" w:rsidRDefault="0014704D" w:rsidP="00B3448B"/>
    <w:p w:rsidR="0014704D" w:rsidRDefault="0014704D" w:rsidP="00B3448B"/>
    <w:p w:rsidR="0014704D" w:rsidRDefault="0014704D" w:rsidP="00B3448B"/>
    <w:p w:rsidR="0014704D" w:rsidRDefault="0014704D" w:rsidP="00B3448B"/>
    <w:p w:rsidR="0014704D" w:rsidRDefault="0014704D" w:rsidP="00B3448B"/>
    <w:p w:rsidR="0014704D" w:rsidRDefault="0014704D" w:rsidP="00B3448B"/>
    <w:p w:rsidR="0014704D" w:rsidRDefault="0014704D" w:rsidP="00B3448B"/>
    <w:p w:rsidR="0014704D" w:rsidRDefault="0014704D" w:rsidP="00B3448B"/>
    <w:p w:rsidR="0014704D" w:rsidRDefault="0014704D" w:rsidP="00B3448B"/>
    <w:p w:rsidR="0014704D" w:rsidRDefault="0014704D" w:rsidP="00B3448B"/>
    <w:p w:rsidR="008718A9" w:rsidRDefault="008718A9" w:rsidP="00B3448B"/>
    <w:p w:rsidR="008718A9" w:rsidRDefault="008718A9" w:rsidP="00B3448B"/>
    <w:p w:rsidR="008718A9" w:rsidRDefault="008718A9" w:rsidP="00B3448B"/>
    <w:p w:rsidR="008718A9" w:rsidRDefault="008718A9" w:rsidP="00B3448B"/>
    <w:p w:rsidR="0014704D" w:rsidRDefault="0014704D" w:rsidP="00B3448B"/>
    <w:p w:rsidR="0014704D" w:rsidRDefault="0014704D" w:rsidP="00B3448B">
      <w:r w:rsidRPr="00710271">
        <w:lastRenderedPageBreak/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>
        <w:rPr>
          <w:rStyle w:val="a9"/>
          <w:lang w:val="en-US"/>
        </w:rPr>
        <w:instrText>ceh</w:instrText>
      </w:r>
      <w:r w:rsidRPr="00B65D43">
        <w:rPr>
          <w:rStyle w:val="a9"/>
        </w:rPr>
        <w:instrText>_</w:instrText>
      </w:r>
      <w:r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Pr="00B65D43">
        <w:rPr>
          <w:rStyle w:val="a9"/>
        </w:rPr>
        <w:t xml:space="preserve">Акционерное общество "Новосибирское </w:t>
      </w:r>
      <w:proofErr w:type="spellStart"/>
      <w:r w:rsidRPr="00B65D43">
        <w:rPr>
          <w:rStyle w:val="a9"/>
        </w:rPr>
        <w:t>карьероуправление</w:t>
      </w:r>
      <w:proofErr w:type="spellEnd"/>
      <w:r w:rsidRPr="00B65D43">
        <w:rPr>
          <w:rStyle w:val="a9"/>
        </w:rPr>
        <w:t>". Каменный карьер</w:t>
      </w:r>
      <w:r w:rsidRPr="00883461">
        <w:rPr>
          <w:rStyle w:val="a9"/>
        </w:rPr>
        <w:fldChar w:fldCharType="end"/>
      </w:r>
    </w:p>
    <w:tbl>
      <w:tblPr>
        <w:tblW w:w="1549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50"/>
        <w:gridCol w:w="300"/>
        <w:gridCol w:w="960"/>
        <w:gridCol w:w="690"/>
        <w:gridCol w:w="135"/>
        <w:gridCol w:w="75"/>
        <w:gridCol w:w="375"/>
        <w:gridCol w:w="30"/>
        <w:gridCol w:w="20"/>
        <w:gridCol w:w="30"/>
        <w:gridCol w:w="435"/>
        <w:gridCol w:w="480"/>
        <w:gridCol w:w="480"/>
        <w:gridCol w:w="45"/>
        <w:gridCol w:w="360"/>
        <w:gridCol w:w="20"/>
        <w:gridCol w:w="60"/>
        <w:gridCol w:w="195"/>
        <w:gridCol w:w="300"/>
        <w:gridCol w:w="240"/>
        <w:gridCol w:w="240"/>
        <w:gridCol w:w="225"/>
        <w:gridCol w:w="255"/>
        <w:gridCol w:w="480"/>
        <w:gridCol w:w="435"/>
        <w:gridCol w:w="45"/>
        <w:gridCol w:w="345"/>
        <w:gridCol w:w="105"/>
        <w:gridCol w:w="30"/>
        <w:gridCol w:w="270"/>
        <w:gridCol w:w="225"/>
        <w:gridCol w:w="285"/>
        <w:gridCol w:w="195"/>
        <w:gridCol w:w="420"/>
        <w:gridCol w:w="20"/>
        <w:gridCol w:w="60"/>
        <w:gridCol w:w="570"/>
        <w:gridCol w:w="630"/>
        <w:gridCol w:w="240"/>
        <w:gridCol w:w="510"/>
        <w:gridCol w:w="90"/>
        <w:gridCol w:w="255"/>
        <w:gridCol w:w="210"/>
        <w:gridCol w:w="180"/>
        <w:gridCol w:w="180"/>
        <w:gridCol w:w="315"/>
        <w:gridCol w:w="255"/>
        <w:gridCol w:w="90"/>
        <w:gridCol w:w="285"/>
        <w:gridCol w:w="1470"/>
      </w:tblGrid>
      <w:tr w:rsidR="0014704D" w:rsidTr="0014704D">
        <w:trPr>
          <w:trHeight w:hRule="exact" w:val="285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17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Таблица 1</w:t>
            </w:r>
          </w:p>
        </w:tc>
      </w:tr>
      <w:tr w:rsidR="0014704D" w:rsidTr="0014704D">
        <w:trPr>
          <w:cantSplit/>
          <w:trHeight w:hRule="exact" w:val="975"/>
        </w:trPr>
        <w:tc>
          <w:tcPr>
            <w:tcW w:w="2610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175" w:type="dxa"/>
            <w:gridSpan w:val="1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Количество рабочих мест и численность работников, занятых на этих рабочих местах</w:t>
            </w:r>
          </w:p>
        </w:tc>
        <w:tc>
          <w:tcPr>
            <w:tcW w:w="9710" w:type="dxa"/>
            <w:gridSpan w:val="34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Количество рабочих мест и численность занятых на них работников по классам (подклассам) условий труда из числа рабочих мест, указа</w:t>
            </w:r>
            <w:r>
              <w:rPr>
                <w:color w:val="000000"/>
                <w:sz w:val="16"/>
                <w:szCs w:val="16"/>
              </w:rPr>
              <w:t>н</w:t>
            </w:r>
            <w:r>
              <w:rPr>
                <w:color w:val="000000"/>
                <w:sz w:val="16"/>
                <w:szCs w:val="16"/>
              </w:rPr>
              <w:t>ных в графе 3 (единиц)</w:t>
            </w:r>
          </w:p>
        </w:tc>
      </w:tr>
      <w:tr w:rsidR="0014704D" w:rsidTr="0014704D">
        <w:trPr>
          <w:cantSplit/>
          <w:trHeight w:hRule="exact" w:val="660"/>
        </w:trPr>
        <w:tc>
          <w:tcPr>
            <w:tcW w:w="2610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4704D" w:rsidRDefault="0014704D" w:rsidP="00757FE6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single" w:sz="6" w:space="0" w:color="000000"/>
            </w:tcBorders>
            <w:vAlign w:val="bottom"/>
          </w:tcPr>
          <w:p w:rsidR="0014704D" w:rsidRDefault="0014704D" w:rsidP="00757FE6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900" w:type="dxa"/>
            <w:gridSpan w:val="9"/>
            <w:tcBorders>
              <w:top w:val="nil"/>
              <w:left w:val="nil"/>
              <w:bottom w:val="nil"/>
              <w:right w:val="single" w:sz="6" w:space="0" w:color="000000"/>
            </w:tcBorders>
            <w:vAlign w:val="bottom"/>
          </w:tcPr>
          <w:p w:rsidR="0014704D" w:rsidRDefault="0014704D" w:rsidP="00757FE6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в том </w:t>
            </w:r>
            <w:proofErr w:type="gramStart"/>
            <w:r>
              <w:rPr>
                <w:color w:val="000000"/>
                <w:sz w:val="16"/>
                <w:szCs w:val="16"/>
              </w:rPr>
              <w:t>числе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на которых проведена 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nil"/>
              <w:right w:val="single" w:sz="6" w:space="0" w:color="000000"/>
            </w:tcBorders>
            <w:vAlign w:val="bottom"/>
          </w:tcPr>
          <w:p w:rsidR="0014704D" w:rsidRDefault="0014704D" w:rsidP="00757FE6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Класс 1</w:t>
            </w:r>
          </w:p>
        </w:tc>
        <w:tc>
          <w:tcPr>
            <w:tcW w:w="1665" w:type="dxa"/>
            <w:gridSpan w:val="6"/>
            <w:tcBorders>
              <w:top w:val="nil"/>
              <w:left w:val="nil"/>
              <w:bottom w:val="nil"/>
              <w:right w:val="single" w:sz="6" w:space="0" w:color="000000"/>
            </w:tcBorders>
            <w:vAlign w:val="bottom"/>
          </w:tcPr>
          <w:p w:rsidR="0014704D" w:rsidRDefault="0014704D" w:rsidP="00757FE6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Класс 2</w:t>
            </w:r>
          </w:p>
        </w:tc>
        <w:tc>
          <w:tcPr>
            <w:tcW w:w="5315" w:type="dxa"/>
            <w:gridSpan w:val="21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14704D" w:rsidRDefault="0014704D" w:rsidP="00757FE6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Класс 3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single" w:sz="6" w:space="0" w:color="000000"/>
            </w:tcBorders>
            <w:vAlign w:val="bottom"/>
          </w:tcPr>
          <w:p w:rsidR="0014704D" w:rsidRDefault="0014704D" w:rsidP="00757FE6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Класс 4</w:t>
            </w:r>
          </w:p>
        </w:tc>
      </w:tr>
      <w:tr w:rsidR="0014704D" w:rsidTr="0014704D">
        <w:trPr>
          <w:trHeight w:hRule="exact" w:val="480"/>
        </w:trPr>
        <w:tc>
          <w:tcPr>
            <w:tcW w:w="261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00" w:type="dxa"/>
            <w:gridSpan w:val="9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специальная оценка усл</w:t>
            </w:r>
            <w:r>
              <w:rPr>
                <w:color w:val="000000"/>
                <w:sz w:val="16"/>
                <w:szCs w:val="16"/>
              </w:rPr>
              <w:t>о</w:t>
            </w:r>
            <w:r>
              <w:rPr>
                <w:color w:val="000000"/>
                <w:sz w:val="16"/>
                <w:szCs w:val="16"/>
              </w:rPr>
              <w:t>вий труда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665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45" w:type="dxa"/>
            <w:gridSpan w:val="7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</w:t>
            </w:r>
          </w:p>
        </w:tc>
        <w:tc>
          <w:tcPr>
            <w:tcW w:w="1305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</w:t>
            </w:r>
          </w:p>
        </w:tc>
        <w:tc>
          <w:tcPr>
            <w:tcW w:w="1305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14704D" w:rsidTr="0014704D">
        <w:trPr>
          <w:trHeight w:hRule="exact" w:val="315"/>
        </w:trPr>
        <w:tc>
          <w:tcPr>
            <w:tcW w:w="261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900" w:type="dxa"/>
            <w:gridSpan w:val="9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665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445" w:type="dxa"/>
            <w:gridSpan w:val="7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305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305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</w:tr>
      <w:tr w:rsidR="0014704D" w:rsidTr="0014704D">
        <w:trPr>
          <w:trHeight w:hRule="exact" w:val="435"/>
        </w:trPr>
        <w:tc>
          <w:tcPr>
            <w:tcW w:w="261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Рабочие места (ед.)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1900" w:type="dxa"/>
            <w:gridSpan w:val="9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665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445" w:type="dxa"/>
            <w:gridSpan w:val="7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305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305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  <w:tr w:rsidR="0014704D" w:rsidTr="0014704D">
        <w:trPr>
          <w:trHeight w:hRule="exact" w:val="435"/>
        </w:trPr>
        <w:tc>
          <w:tcPr>
            <w:tcW w:w="261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Работники, занятые на рабочих м</w:t>
            </w:r>
            <w:r>
              <w:rPr>
                <w:color w:val="000000"/>
                <w:sz w:val="16"/>
                <w:szCs w:val="16"/>
              </w:rPr>
              <w:t>е</w:t>
            </w:r>
            <w:r>
              <w:rPr>
                <w:color w:val="000000"/>
                <w:sz w:val="16"/>
                <w:szCs w:val="16"/>
              </w:rPr>
              <w:t>стах (чел.)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</w:t>
            </w:r>
          </w:p>
        </w:tc>
        <w:tc>
          <w:tcPr>
            <w:tcW w:w="1900" w:type="dxa"/>
            <w:gridSpan w:val="9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665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445" w:type="dxa"/>
            <w:gridSpan w:val="7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</w:t>
            </w:r>
          </w:p>
        </w:tc>
        <w:tc>
          <w:tcPr>
            <w:tcW w:w="1305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305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  <w:tr w:rsidR="0014704D" w:rsidTr="0014704D">
        <w:trPr>
          <w:trHeight w:hRule="exact" w:val="435"/>
        </w:trPr>
        <w:tc>
          <w:tcPr>
            <w:tcW w:w="261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 них женщин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900" w:type="dxa"/>
            <w:gridSpan w:val="9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665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445" w:type="dxa"/>
            <w:gridSpan w:val="7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305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305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  <w:tr w:rsidR="0014704D" w:rsidTr="0014704D">
        <w:trPr>
          <w:trHeight w:hRule="exact" w:val="420"/>
        </w:trPr>
        <w:tc>
          <w:tcPr>
            <w:tcW w:w="261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 них лиц в возрасте до 18 лет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900" w:type="dxa"/>
            <w:gridSpan w:val="9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665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45" w:type="dxa"/>
            <w:gridSpan w:val="7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305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305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  <w:tr w:rsidR="0014704D" w:rsidTr="0014704D">
        <w:trPr>
          <w:trHeight w:hRule="exact" w:val="435"/>
        </w:trPr>
        <w:tc>
          <w:tcPr>
            <w:tcW w:w="261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 них инвалидов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900" w:type="dxa"/>
            <w:gridSpan w:val="9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665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45" w:type="dxa"/>
            <w:gridSpan w:val="7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305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305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4704D" w:rsidRDefault="0014704D" w:rsidP="00757F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</w:tbl>
    <w:p w:rsidR="0014704D" w:rsidRDefault="0014704D" w:rsidP="00B3448B"/>
    <w:p w:rsidR="007945CB" w:rsidRPr="00710271" w:rsidRDefault="007945CB" w:rsidP="007945C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>
        <w:rPr>
          <w:rStyle w:val="a9"/>
          <w:lang w:val="en-US"/>
        </w:rPr>
        <w:instrText>ceh</w:instrText>
      </w:r>
      <w:r w:rsidRPr="00773E30">
        <w:rPr>
          <w:rStyle w:val="a9"/>
        </w:rPr>
        <w:instrText>_</w:instrText>
      </w:r>
      <w:r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Pr="00773E30">
        <w:rPr>
          <w:rStyle w:val="a9"/>
        </w:rPr>
        <w:t xml:space="preserve">Акционерное общество "Новосибирское </w:t>
      </w:r>
      <w:proofErr w:type="spellStart"/>
      <w:r w:rsidRPr="00773E30">
        <w:rPr>
          <w:rStyle w:val="a9"/>
        </w:rPr>
        <w:t>карьероуправление</w:t>
      </w:r>
      <w:proofErr w:type="spellEnd"/>
      <w:r w:rsidRPr="00773E30">
        <w:rPr>
          <w:rStyle w:val="a9"/>
        </w:rPr>
        <w:t>". (</w:t>
      </w:r>
      <w:proofErr w:type="spellStart"/>
      <w:r w:rsidRPr="00773E30">
        <w:rPr>
          <w:rStyle w:val="a9"/>
        </w:rPr>
        <w:t>Искитимский</w:t>
      </w:r>
      <w:proofErr w:type="spellEnd"/>
      <w:r w:rsidRPr="00773E30">
        <w:rPr>
          <w:rStyle w:val="a9"/>
        </w:rPr>
        <w:t xml:space="preserve"> карьер)</w:t>
      </w:r>
      <w:r w:rsidRPr="00883461">
        <w:rPr>
          <w:rStyle w:val="a9"/>
        </w:rPr>
        <w:fldChar w:fldCharType="end"/>
      </w:r>
      <w:r w:rsidRPr="00883461">
        <w:rPr>
          <w:rStyle w:val="a9"/>
        </w:rPr>
        <w:t> </w:t>
      </w:r>
    </w:p>
    <w:p w:rsidR="007945CB" w:rsidRPr="00F06873" w:rsidRDefault="007945CB" w:rsidP="007945CB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7945CB" w:rsidRPr="00F06873" w:rsidTr="007945CB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7945CB" w:rsidRPr="004654AF" w:rsidRDefault="007945CB" w:rsidP="007945CB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7945CB" w:rsidRPr="00F06873" w:rsidRDefault="007945CB" w:rsidP="007945CB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7945CB" w:rsidRPr="00F06873" w:rsidTr="007945CB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7945CB" w:rsidRPr="00F06873" w:rsidTr="007945CB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7945CB" w:rsidRPr="004654AF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7945CB" w:rsidRPr="004654AF" w:rsidRDefault="007945CB" w:rsidP="007945CB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45CB" w:rsidRPr="00F06873" w:rsidTr="007945CB">
        <w:trPr>
          <w:jc w:val="center"/>
        </w:trPr>
        <w:tc>
          <w:tcPr>
            <w:tcW w:w="3518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7945CB" w:rsidRPr="00F06873" w:rsidTr="007945CB">
        <w:trPr>
          <w:jc w:val="center"/>
        </w:trPr>
        <w:tc>
          <w:tcPr>
            <w:tcW w:w="3518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</w:t>
            </w:r>
          </w:p>
        </w:tc>
        <w:tc>
          <w:tcPr>
            <w:tcW w:w="3118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</w:t>
            </w:r>
          </w:p>
        </w:tc>
        <w:tc>
          <w:tcPr>
            <w:tcW w:w="1063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169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169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1169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7945CB" w:rsidRPr="00F06873" w:rsidTr="007945CB">
        <w:trPr>
          <w:jc w:val="center"/>
        </w:trPr>
        <w:tc>
          <w:tcPr>
            <w:tcW w:w="3518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е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стах (чел.)</w:t>
            </w:r>
          </w:p>
        </w:tc>
        <w:tc>
          <w:tcPr>
            <w:tcW w:w="843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148</w:t>
            </w:r>
          </w:p>
        </w:tc>
        <w:tc>
          <w:tcPr>
            <w:tcW w:w="3118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148</w:t>
            </w:r>
          </w:p>
        </w:tc>
        <w:tc>
          <w:tcPr>
            <w:tcW w:w="1063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1169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169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</w:t>
            </w:r>
          </w:p>
        </w:tc>
        <w:tc>
          <w:tcPr>
            <w:tcW w:w="1169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7945CB" w:rsidRPr="00F06873" w:rsidTr="007945CB">
        <w:trPr>
          <w:jc w:val="center"/>
        </w:trPr>
        <w:tc>
          <w:tcPr>
            <w:tcW w:w="3518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3118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063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169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69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7945CB" w:rsidRPr="00F06873" w:rsidTr="007945CB">
        <w:trPr>
          <w:jc w:val="center"/>
        </w:trPr>
        <w:tc>
          <w:tcPr>
            <w:tcW w:w="3518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7945CB" w:rsidRPr="00F06873" w:rsidTr="007945CB">
        <w:trPr>
          <w:jc w:val="center"/>
        </w:trPr>
        <w:tc>
          <w:tcPr>
            <w:tcW w:w="3518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026145" w:rsidRDefault="00026145" w:rsidP="007945CB"/>
    <w:p w:rsidR="007945CB" w:rsidRDefault="007945CB" w:rsidP="007945CB">
      <w:pPr>
        <w:rPr>
          <w:rStyle w:val="a9"/>
        </w:rPr>
      </w:pPr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>
        <w:rPr>
          <w:rStyle w:val="a9"/>
          <w:lang w:val="en-US"/>
        </w:rPr>
        <w:instrText>ceh</w:instrText>
      </w:r>
      <w:r w:rsidRPr="00B876BA">
        <w:rPr>
          <w:rStyle w:val="a9"/>
        </w:rPr>
        <w:instrText>_</w:instrText>
      </w:r>
      <w:r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Pr="00B876BA">
        <w:rPr>
          <w:rStyle w:val="a9"/>
        </w:rPr>
        <w:t xml:space="preserve">Акционерное общество "Новосибирское </w:t>
      </w:r>
      <w:proofErr w:type="spellStart"/>
      <w:r w:rsidRPr="00B876BA">
        <w:rPr>
          <w:rStyle w:val="a9"/>
        </w:rPr>
        <w:t>карьероуправление</w:t>
      </w:r>
      <w:proofErr w:type="spellEnd"/>
      <w:r w:rsidRPr="00B876BA">
        <w:rPr>
          <w:rStyle w:val="a9"/>
        </w:rPr>
        <w:t>". (Медведский карьер)</w:t>
      </w:r>
      <w:r w:rsidRPr="00883461">
        <w:rPr>
          <w:rStyle w:val="a9"/>
        </w:rPr>
        <w:fldChar w:fldCharType="end"/>
      </w:r>
      <w:r w:rsidRPr="00883461">
        <w:rPr>
          <w:rStyle w:val="a9"/>
        </w:rPr>
        <w:t> </w:t>
      </w:r>
    </w:p>
    <w:p w:rsidR="00026145" w:rsidRDefault="00026145" w:rsidP="007945CB">
      <w:pPr>
        <w:rPr>
          <w:rStyle w:val="a9"/>
        </w:rPr>
      </w:pPr>
    </w:p>
    <w:p w:rsidR="00026145" w:rsidRPr="00F06873" w:rsidRDefault="00026145" w:rsidP="00026145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026145" w:rsidRPr="00F06873" w:rsidTr="00026145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026145" w:rsidRPr="004654AF" w:rsidRDefault="00026145" w:rsidP="00026145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026145" w:rsidRPr="00F06873" w:rsidRDefault="00026145" w:rsidP="00026145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026145" w:rsidRPr="00F06873" w:rsidTr="00026145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026145" w:rsidRPr="00F06873" w:rsidTr="00026145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026145" w:rsidRPr="004654AF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026145" w:rsidRPr="004654AF" w:rsidRDefault="00026145" w:rsidP="00026145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6145" w:rsidRPr="00F06873" w:rsidTr="00026145">
        <w:trPr>
          <w:jc w:val="center"/>
        </w:trPr>
        <w:tc>
          <w:tcPr>
            <w:tcW w:w="3518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026145" w:rsidRPr="00F06873" w:rsidTr="00026145">
        <w:trPr>
          <w:jc w:val="center"/>
        </w:trPr>
        <w:tc>
          <w:tcPr>
            <w:tcW w:w="3518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3118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1063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69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169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169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26145" w:rsidRPr="00F06873" w:rsidTr="00026145">
        <w:trPr>
          <w:jc w:val="center"/>
        </w:trPr>
        <w:tc>
          <w:tcPr>
            <w:tcW w:w="3518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е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стах (чел.)</w:t>
            </w:r>
          </w:p>
        </w:tc>
        <w:tc>
          <w:tcPr>
            <w:tcW w:w="843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3118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063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169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169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1169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26145" w:rsidRPr="00F06873" w:rsidTr="00026145">
        <w:trPr>
          <w:jc w:val="center"/>
        </w:trPr>
        <w:tc>
          <w:tcPr>
            <w:tcW w:w="3518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3118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063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169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69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26145" w:rsidRPr="00F06873" w:rsidTr="00026145">
        <w:trPr>
          <w:jc w:val="center"/>
        </w:trPr>
        <w:tc>
          <w:tcPr>
            <w:tcW w:w="3518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26145" w:rsidRPr="00F06873" w:rsidTr="00026145">
        <w:trPr>
          <w:jc w:val="center"/>
        </w:trPr>
        <w:tc>
          <w:tcPr>
            <w:tcW w:w="3518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026145" w:rsidRPr="00F06873" w:rsidRDefault="00026145" w:rsidP="0002614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026145" w:rsidRDefault="00026145" w:rsidP="00026145">
      <w:pPr>
        <w:rPr>
          <w:sz w:val="18"/>
          <w:szCs w:val="18"/>
          <w:lang w:val="en-US"/>
        </w:rPr>
      </w:pPr>
    </w:p>
    <w:p w:rsidR="00026145" w:rsidRDefault="00026145" w:rsidP="007945CB">
      <w:pPr>
        <w:rPr>
          <w:rStyle w:val="a9"/>
        </w:rPr>
      </w:pPr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>
        <w:rPr>
          <w:rStyle w:val="a9"/>
          <w:lang w:val="en-US"/>
        </w:rPr>
        <w:instrText>ceh</w:instrText>
      </w:r>
      <w:r w:rsidRPr="00B876BA">
        <w:rPr>
          <w:rStyle w:val="a9"/>
        </w:rPr>
        <w:instrText>_</w:instrText>
      </w:r>
      <w:r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Pr="00B876BA">
        <w:rPr>
          <w:rStyle w:val="a9"/>
        </w:rPr>
        <w:t xml:space="preserve">Акционерное общество "Новосибирское </w:t>
      </w:r>
      <w:proofErr w:type="spellStart"/>
      <w:r w:rsidRPr="00B876BA">
        <w:rPr>
          <w:rStyle w:val="a9"/>
        </w:rPr>
        <w:t>карьероуправление</w:t>
      </w:r>
      <w:proofErr w:type="spellEnd"/>
      <w:r w:rsidRPr="00B876BA">
        <w:rPr>
          <w:rStyle w:val="a9"/>
        </w:rPr>
        <w:t>". (Медведский карьер)</w:t>
      </w:r>
      <w:r w:rsidRPr="00883461">
        <w:rPr>
          <w:rStyle w:val="a9"/>
        </w:rPr>
        <w:fldChar w:fldCharType="end"/>
      </w:r>
      <w:r w:rsidRPr="00883461">
        <w:rPr>
          <w:rStyle w:val="a9"/>
        </w:rPr>
        <w:t> </w:t>
      </w:r>
    </w:p>
    <w:p w:rsidR="00026145" w:rsidRPr="00710271" w:rsidRDefault="00026145" w:rsidP="007945CB"/>
    <w:p w:rsidR="007945CB" w:rsidRPr="00F06873" w:rsidRDefault="007945CB" w:rsidP="007945CB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7945CB" w:rsidRPr="00F06873" w:rsidTr="007945CB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7945CB" w:rsidRPr="004654AF" w:rsidRDefault="007945CB" w:rsidP="007945CB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7945CB" w:rsidRPr="00F06873" w:rsidRDefault="007945CB" w:rsidP="007945CB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7945CB" w:rsidRPr="00F06873" w:rsidTr="007945CB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7945CB" w:rsidRPr="00F06873" w:rsidTr="007945CB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7945CB" w:rsidRPr="004654AF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7945CB" w:rsidRPr="004654AF" w:rsidRDefault="007945CB" w:rsidP="007945CB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45CB" w:rsidRPr="00F06873" w:rsidTr="007945CB">
        <w:trPr>
          <w:jc w:val="center"/>
        </w:trPr>
        <w:tc>
          <w:tcPr>
            <w:tcW w:w="3518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7945CB" w:rsidRPr="00F06873" w:rsidTr="007945CB">
        <w:trPr>
          <w:jc w:val="center"/>
        </w:trPr>
        <w:tc>
          <w:tcPr>
            <w:tcW w:w="3518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118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63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69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69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69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7945CB" w:rsidRPr="00F06873" w:rsidTr="007945CB">
        <w:trPr>
          <w:jc w:val="center"/>
        </w:trPr>
        <w:tc>
          <w:tcPr>
            <w:tcW w:w="3518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е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стах (чел.)</w:t>
            </w:r>
          </w:p>
        </w:tc>
        <w:tc>
          <w:tcPr>
            <w:tcW w:w="843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118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063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69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69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9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7945CB" w:rsidRPr="00F06873" w:rsidTr="007945CB">
        <w:trPr>
          <w:jc w:val="center"/>
        </w:trPr>
        <w:tc>
          <w:tcPr>
            <w:tcW w:w="3518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118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3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69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7945CB" w:rsidRPr="00F06873" w:rsidTr="007945CB">
        <w:trPr>
          <w:jc w:val="center"/>
        </w:trPr>
        <w:tc>
          <w:tcPr>
            <w:tcW w:w="3518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7945CB" w:rsidRPr="00F06873" w:rsidTr="007945CB">
        <w:trPr>
          <w:jc w:val="center"/>
        </w:trPr>
        <w:tc>
          <w:tcPr>
            <w:tcW w:w="3518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7945CB" w:rsidRPr="00F06873" w:rsidRDefault="007945CB" w:rsidP="007945C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AE7337" w:rsidRDefault="00AE7337" w:rsidP="005E3665"/>
    <w:p w:rsidR="00AE7337" w:rsidRDefault="00AE7337" w:rsidP="005E3665"/>
    <w:p w:rsidR="00AE7337" w:rsidRDefault="00AE7337" w:rsidP="005E3665"/>
    <w:p w:rsidR="00AE7337" w:rsidRDefault="00AE7337" w:rsidP="005E3665"/>
    <w:p w:rsidR="00AE7337" w:rsidRDefault="00AE7337" w:rsidP="005E3665"/>
    <w:p w:rsidR="00AE7337" w:rsidRDefault="00AE7337" w:rsidP="005E3665"/>
    <w:p w:rsidR="00AE7337" w:rsidRDefault="00AE7337" w:rsidP="005E3665"/>
    <w:p w:rsidR="005E3665" w:rsidRDefault="005E3665" w:rsidP="005E3665">
      <w:pPr>
        <w:rPr>
          <w:rStyle w:val="a9"/>
        </w:rPr>
      </w:pPr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>
        <w:rPr>
          <w:rStyle w:val="a9"/>
          <w:lang w:val="en-US"/>
        </w:rPr>
        <w:instrText>ceh</w:instrText>
      </w:r>
      <w:r w:rsidRPr="002E703C">
        <w:rPr>
          <w:rStyle w:val="a9"/>
        </w:rPr>
        <w:instrText>_</w:instrText>
      </w:r>
      <w:r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Pr="002E703C">
        <w:rPr>
          <w:rStyle w:val="a9"/>
        </w:rPr>
        <w:t xml:space="preserve">Акционерное общество «Новосибирское </w:t>
      </w:r>
      <w:proofErr w:type="spellStart"/>
      <w:r w:rsidRPr="002E703C">
        <w:rPr>
          <w:rStyle w:val="a9"/>
        </w:rPr>
        <w:t>карьероуправление</w:t>
      </w:r>
      <w:proofErr w:type="spellEnd"/>
      <w:r w:rsidRPr="002E703C">
        <w:rPr>
          <w:rStyle w:val="a9"/>
        </w:rPr>
        <w:t xml:space="preserve">» </w:t>
      </w:r>
      <w:proofErr w:type="spellStart"/>
      <w:r w:rsidRPr="002E703C">
        <w:rPr>
          <w:rStyle w:val="a9"/>
        </w:rPr>
        <w:t>Новобибеевский</w:t>
      </w:r>
      <w:proofErr w:type="spellEnd"/>
      <w:r w:rsidRPr="002E703C">
        <w:rPr>
          <w:rStyle w:val="a9"/>
        </w:rPr>
        <w:t xml:space="preserve"> карьер</w:t>
      </w:r>
      <w:r w:rsidRPr="00883461">
        <w:rPr>
          <w:rStyle w:val="a9"/>
        </w:rPr>
        <w:fldChar w:fldCharType="end"/>
      </w:r>
      <w:r w:rsidRPr="00883461">
        <w:rPr>
          <w:rStyle w:val="a9"/>
        </w:rPr>
        <w:t> </w:t>
      </w:r>
    </w:p>
    <w:p w:rsidR="008718A9" w:rsidRDefault="008718A9" w:rsidP="00026145">
      <w:pPr>
        <w:suppressAutoHyphens/>
        <w:jc w:val="right"/>
      </w:pPr>
    </w:p>
    <w:p w:rsidR="00026145" w:rsidRPr="00F06873" w:rsidRDefault="00026145" w:rsidP="00026145">
      <w:pPr>
        <w:suppressAutoHyphens/>
        <w:jc w:val="right"/>
      </w:pPr>
      <w:r w:rsidRPr="00F06873">
        <w:t>Таблица 1</w:t>
      </w:r>
    </w:p>
    <w:p w:rsidR="00B64ED1" w:rsidRDefault="00B64ED1" w:rsidP="005E3665">
      <w:pPr>
        <w:rPr>
          <w:rStyle w:val="a9"/>
        </w:rPr>
      </w:pPr>
    </w:p>
    <w:tbl>
      <w:tblPr>
        <w:tblW w:w="15495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10"/>
        <w:gridCol w:w="1275"/>
        <w:gridCol w:w="1900"/>
        <w:gridCol w:w="1260"/>
        <w:gridCol w:w="1665"/>
        <w:gridCol w:w="1445"/>
        <w:gridCol w:w="1260"/>
        <w:gridCol w:w="1305"/>
        <w:gridCol w:w="1305"/>
        <w:gridCol w:w="1470"/>
      </w:tblGrid>
      <w:tr w:rsidR="00B64ED1" w:rsidTr="00B64ED1">
        <w:trPr>
          <w:cantSplit/>
          <w:trHeight w:hRule="exact" w:val="975"/>
        </w:trPr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B64ED1" w:rsidRDefault="00B64ED1" w:rsidP="000F2F14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17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64ED1" w:rsidRDefault="00B64ED1" w:rsidP="000F2F14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Количество рабочих мест и численность работников, занятых на этих рабочих местах</w:t>
            </w:r>
          </w:p>
        </w:tc>
        <w:tc>
          <w:tcPr>
            <w:tcW w:w="9710" w:type="dxa"/>
            <w:gridSpan w:val="7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64ED1" w:rsidRDefault="00B64ED1" w:rsidP="000F2F14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Количество рабочих мест и численность занятых на них работников по классам (подклассам) условий труда из числа рабочих мест, указа</w:t>
            </w:r>
            <w:r>
              <w:rPr>
                <w:color w:val="000000"/>
                <w:sz w:val="16"/>
                <w:szCs w:val="16"/>
              </w:rPr>
              <w:t>н</w:t>
            </w:r>
            <w:r>
              <w:rPr>
                <w:color w:val="000000"/>
                <w:sz w:val="16"/>
                <w:szCs w:val="16"/>
              </w:rPr>
              <w:t>ных в графе 3 (единиц)</w:t>
            </w:r>
          </w:p>
        </w:tc>
      </w:tr>
      <w:tr w:rsidR="00B64ED1" w:rsidTr="00B64ED1">
        <w:trPr>
          <w:cantSplit/>
          <w:trHeight w:hRule="exact" w:val="660"/>
        </w:trPr>
        <w:tc>
          <w:tcPr>
            <w:tcW w:w="26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B64ED1" w:rsidRDefault="00B64ED1" w:rsidP="000F2F14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000000"/>
            </w:tcBorders>
            <w:vAlign w:val="bottom"/>
          </w:tcPr>
          <w:p w:rsidR="00B64ED1" w:rsidRDefault="00B64ED1" w:rsidP="000F2F14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6" w:space="0" w:color="000000"/>
            </w:tcBorders>
            <w:vAlign w:val="bottom"/>
          </w:tcPr>
          <w:p w:rsidR="00B64ED1" w:rsidRDefault="00B64ED1" w:rsidP="000F2F14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в том </w:t>
            </w:r>
            <w:proofErr w:type="gramStart"/>
            <w:r>
              <w:rPr>
                <w:color w:val="000000"/>
                <w:sz w:val="16"/>
                <w:szCs w:val="16"/>
              </w:rPr>
              <w:t>числе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на которых проведена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6" w:space="0" w:color="000000"/>
            </w:tcBorders>
            <w:vAlign w:val="bottom"/>
          </w:tcPr>
          <w:p w:rsidR="00B64ED1" w:rsidRDefault="00B64ED1" w:rsidP="000F2F14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Класс 1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single" w:sz="6" w:space="0" w:color="000000"/>
            </w:tcBorders>
            <w:vAlign w:val="bottom"/>
          </w:tcPr>
          <w:p w:rsidR="00B64ED1" w:rsidRDefault="00B64ED1" w:rsidP="000F2F14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Класс 2</w:t>
            </w:r>
          </w:p>
        </w:tc>
        <w:tc>
          <w:tcPr>
            <w:tcW w:w="531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B64ED1" w:rsidRDefault="00B64ED1" w:rsidP="000F2F14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Класс 3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single" w:sz="6" w:space="0" w:color="000000"/>
            </w:tcBorders>
            <w:vAlign w:val="bottom"/>
          </w:tcPr>
          <w:p w:rsidR="00B64ED1" w:rsidRDefault="00B64ED1" w:rsidP="000F2F14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Класс 4</w:t>
            </w:r>
          </w:p>
        </w:tc>
      </w:tr>
      <w:tr w:rsidR="00B64ED1" w:rsidTr="00B64ED1">
        <w:trPr>
          <w:trHeight w:hRule="exact" w:val="480"/>
        </w:trPr>
        <w:tc>
          <w:tcPr>
            <w:tcW w:w="26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4ED1" w:rsidRDefault="00B64ED1" w:rsidP="000F2F1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64ED1" w:rsidRDefault="00B64ED1" w:rsidP="000F2F1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B64ED1" w:rsidRDefault="00B64ED1" w:rsidP="000F2F1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специальная оценка усл</w:t>
            </w:r>
            <w:r>
              <w:rPr>
                <w:color w:val="000000"/>
                <w:sz w:val="16"/>
                <w:szCs w:val="16"/>
              </w:rPr>
              <w:t>о</w:t>
            </w:r>
            <w:r>
              <w:rPr>
                <w:color w:val="000000"/>
                <w:sz w:val="16"/>
                <w:szCs w:val="16"/>
              </w:rPr>
              <w:t>вий труда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64ED1" w:rsidRDefault="00B64ED1" w:rsidP="000F2F1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64ED1" w:rsidRDefault="00B64ED1" w:rsidP="000F2F1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64ED1" w:rsidRDefault="00B64ED1" w:rsidP="000F2F1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64ED1" w:rsidRDefault="00B64ED1" w:rsidP="000F2F1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64ED1" w:rsidRDefault="00B64ED1" w:rsidP="000F2F1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64ED1" w:rsidRDefault="00B64ED1" w:rsidP="000F2F1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64ED1" w:rsidRDefault="00B64ED1" w:rsidP="000F2F1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64ED1" w:rsidTr="00B64ED1">
        <w:trPr>
          <w:trHeight w:hRule="exact" w:val="315"/>
        </w:trPr>
        <w:tc>
          <w:tcPr>
            <w:tcW w:w="26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4ED1" w:rsidRDefault="00B64ED1" w:rsidP="000F2F1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64ED1" w:rsidRDefault="00B64ED1" w:rsidP="000F2F1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64ED1" w:rsidRDefault="00B64ED1" w:rsidP="000F2F1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64ED1" w:rsidRDefault="00B64ED1" w:rsidP="000F2F1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64ED1" w:rsidRDefault="00B64ED1" w:rsidP="000F2F1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64ED1" w:rsidRDefault="00B64ED1" w:rsidP="000F2F1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64ED1" w:rsidRDefault="00B64ED1" w:rsidP="000F2F1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64ED1" w:rsidRDefault="00B64ED1" w:rsidP="000F2F1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64ED1" w:rsidRDefault="00B64ED1" w:rsidP="000F2F1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64ED1" w:rsidRDefault="00B64ED1" w:rsidP="000F2F1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</w:tr>
      <w:tr w:rsidR="00B64ED1" w:rsidTr="00B64ED1">
        <w:trPr>
          <w:trHeight w:hRule="exact" w:val="435"/>
        </w:trPr>
        <w:tc>
          <w:tcPr>
            <w:tcW w:w="26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4ED1" w:rsidRDefault="00B64ED1" w:rsidP="000F2F1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Рабочие места (ед.)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64ED1" w:rsidRDefault="00B64ED1" w:rsidP="000F2F1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64ED1" w:rsidRDefault="00B64ED1" w:rsidP="000F2F1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64ED1" w:rsidRDefault="00B64ED1" w:rsidP="000F2F1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64ED1" w:rsidRDefault="00B64ED1" w:rsidP="000F2F1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64ED1" w:rsidRDefault="00B64ED1" w:rsidP="000F2F1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64ED1" w:rsidRDefault="00B64ED1" w:rsidP="000F2F1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64ED1" w:rsidRDefault="00B64ED1" w:rsidP="000F2F1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64ED1" w:rsidRDefault="00B64ED1" w:rsidP="000F2F1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64ED1" w:rsidRDefault="00B64ED1" w:rsidP="000F2F1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  <w:tr w:rsidR="00B64ED1" w:rsidTr="00B64ED1">
        <w:trPr>
          <w:trHeight w:hRule="exact" w:val="435"/>
        </w:trPr>
        <w:tc>
          <w:tcPr>
            <w:tcW w:w="26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4ED1" w:rsidRDefault="00B64ED1" w:rsidP="000F2F1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Работники, занятые на рабочих м</w:t>
            </w:r>
            <w:r>
              <w:rPr>
                <w:color w:val="000000"/>
                <w:sz w:val="16"/>
                <w:szCs w:val="16"/>
              </w:rPr>
              <w:t>е</w:t>
            </w:r>
            <w:r>
              <w:rPr>
                <w:color w:val="000000"/>
                <w:sz w:val="16"/>
                <w:szCs w:val="16"/>
              </w:rPr>
              <w:t>стах (чел.)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64ED1" w:rsidRDefault="00B64ED1" w:rsidP="000F2F1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64ED1" w:rsidRDefault="00B64ED1" w:rsidP="000F2F1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64ED1" w:rsidRDefault="00B64ED1" w:rsidP="000F2F1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64ED1" w:rsidRDefault="00B64ED1" w:rsidP="000F2F1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64ED1" w:rsidRDefault="00B64ED1" w:rsidP="000F2F1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64ED1" w:rsidRDefault="00B64ED1" w:rsidP="000F2F1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64ED1" w:rsidRDefault="00B64ED1" w:rsidP="000F2F1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64ED1" w:rsidRDefault="00B64ED1" w:rsidP="000F2F1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64ED1" w:rsidRDefault="00B64ED1" w:rsidP="000F2F1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  <w:tr w:rsidR="00B64ED1" w:rsidTr="00B64ED1">
        <w:trPr>
          <w:trHeight w:hRule="exact" w:val="435"/>
        </w:trPr>
        <w:tc>
          <w:tcPr>
            <w:tcW w:w="26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4ED1" w:rsidRDefault="00B64ED1" w:rsidP="000F2F1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 них женщин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64ED1" w:rsidRDefault="00B64ED1" w:rsidP="000F2F1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64ED1" w:rsidRDefault="00B64ED1" w:rsidP="000F2F1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64ED1" w:rsidRDefault="00B64ED1" w:rsidP="000F2F1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64ED1" w:rsidRDefault="00B64ED1" w:rsidP="000F2F1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64ED1" w:rsidRDefault="00B64ED1" w:rsidP="000F2F1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64ED1" w:rsidRDefault="00B64ED1" w:rsidP="000F2F1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64ED1" w:rsidRDefault="00B64ED1" w:rsidP="000F2F1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64ED1" w:rsidRDefault="00B64ED1" w:rsidP="000F2F1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64ED1" w:rsidRDefault="00B64ED1" w:rsidP="000F2F1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  <w:tr w:rsidR="00B64ED1" w:rsidTr="00B64ED1">
        <w:trPr>
          <w:trHeight w:hRule="exact" w:val="420"/>
        </w:trPr>
        <w:tc>
          <w:tcPr>
            <w:tcW w:w="26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4ED1" w:rsidRDefault="00B64ED1" w:rsidP="000F2F1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 них лиц в возрасте до 18 лет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64ED1" w:rsidRDefault="00B64ED1" w:rsidP="000F2F1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64ED1" w:rsidRDefault="00B64ED1" w:rsidP="000F2F1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64ED1" w:rsidRDefault="00B64ED1" w:rsidP="000F2F1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64ED1" w:rsidRDefault="00B64ED1" w:rsidP="000F2F1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64ED1" w:rsidRDefault="00B64ED1" w:rsidP="000F2F1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64ED1" w:rsidRDefault="00B64ED1" w:rsidP="000F2F1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64ED1" w:rsidRDefault="00B64ED1" w:rsidP="000F2F1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64ED1" w:rsidRDefault="00B64ED1" w:rsidP="000F2F1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64ED1" w:rsidRDefault="00B64ED1" w:rsidP="000F2F1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  <w:tr w:rsidR="00B64ED1" w:rsidTr="00B64ED1">
        <w:trPr>
          <w:trHeight w:hRule="exact" w:val="435"/>
        </w:trPr>
        <w:tc>
          <w:tcPr>
            <w:tcW w:w="26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4ED1" w:rsidRDefault="00B64ED1" w:rsidP="000F2F1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 них инвалидов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64ED1" w:rsidRDefault="00B64ED1" w:rsidP="000F2F1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64ED1" w:rsidRDefault="00B64ED1" w:rsidP="000F2F1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64ED1" w:rsidRDefault="00B64ED1" w:rsidP="000F2F1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64ED1" w:rsidRDefault="00B64ED1" w:rsidP="000F2F1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64ED1" w:rsidRDefault="00B64ED1" w:rsidP="000F2F1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64ED1" w:rsidRDefault="00B64ED1" w:rsidP="000F2F1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64ED1" w:rsidRDefault="00B64ED1" w:rsidP="000F2F1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64ED1" w:rsidRDefault="00B64ED1" w:rsidP="000F2F1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64ED1" w:rsidRDefault="00B64ED1" w:rsidP="000F2F1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</w:tbl>
    <w:p w:rsidR="000F2F14" w:rsidRPr="00710271" w:rsidRDefault="000F2F14" w:rsidP="000F2F14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>
        <w:rPr>
          <w:rStyle w:val="a9"/>
          <w:lang w:val="en-US"/>
        </w:rPr>
        <w:instrText>ceh</w:instrText>
      </w:r>
      <w:r w:rsidRPr="00497D67">
        <w:rPr>
          <w:rStyle w:val="a9"/>
        </w:rPr>
        <w:instrText>_</w:instrText>
      </w:r>
      <w:r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Pr="00497D67">
        <w:rPr>
          <w:rStyle w:val="a9"/>
        </w:rPr>
        <w:t xml:space="preserve">Акционерное общество "Новосибирское </w:t>
      </w:r>
      <w:proofErr w:type="spellStart"/>
      <w:r w:rsidRPr="00497D67">
        <w:rPr>
          <w:rStyle w:val="a9"/>
        </w:rPr>
        <w:t>карьероуправление</w:t>
      </w:r>
      <w:proofErr w:type="spellEnd"/>
      <w:r w:rsidRPr="00497D67">
        <w:rPr>
          <w:rStyle w:val="a9"/>
        </w:rPr>
        <w:t xml:space="preserve">". </w:t>
      </w:r>
      <w:proofErr w:type="spellStart"/>
      <w:r w:rsidRPr="00497D67">
        <w:rPr>
          <w:rStyle w:val="a9"/>
        </w:rPr>
        <w:t>Новобибеевский</w:t>
      </w:r>
      <w:proofErr w:type="spellEnd"/>
      <w:r w:rsidRPr="00497D67">
        <w:rPr>
          <w:rStyle w:val="a9"/>
        </w:rPr>
        <w:t xml:space="preserve"> карьер</w:t>
      </w:r>
      <w:r w:rsidRPr="00883461">
        <w:rPr>
          <w:rStyle w:val="a9"/>
        </w:rPr>
        <w:fldChar w:fldCharType="end"/>
      </w:r>
      <w:r w:rsidRPr="00883461">
        <w:rPr>
          <w:rStyle w:val="a9"/>
        </w:rPr>
        <w:t> </w:t>
      </w:r>
    </w:p>
    <w:p w:rsidR="000F2F14" w:rsidRPr="00F06873" w:rsidRDefault="000F2F14" w:rsidP="000F2F14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0F2F14" w:rsidRPr="00F06873" w:rsidTr="000F2F14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0F2F14" w:rsidRPr="00F06873" w:rsidRDefault="000F2F14" w:rsidP="000F2F14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0F2F14" w:rsidRPr="004654AF" w:rsidRDefault="000F2F14" w:rsidP="000F2F14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0F2F14" w:rsidRPr="00F06873" w:rsidRDefault="000F2F14" w:rsidP="000F2F14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0F2F14" w:rsidRPr="00F06873" w:rsidRDefault="000F2F14" w:rsidP="000F2F14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0F2F14" w:rsidRPr="00F06873" w:rsidTr="000F2F14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0F2F14" w:rsidRPr="00F06873" w:rsidRDefault="000F2F14" w:rsidP="000F2F1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0F2F14" w:rsidRPr="00F06873" w:rsidRDefault="000F2F14" w:rsidP="000F2F1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0F2F14" w:rsidRPr="00F06873" w:rsidRDefault="000F2F14" w:rsidP="000F2F1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0F2F14" w:rsidRPr="00F06873" w:rsidRDefault="000F2F14" w:rsidP="000F2F1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0F2F14" w:rsidRPr="00F06873" w:rsidRDefault="000F2F14" w:rsidP="000F2F1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0F2F14" w:rsidRPr="00F06873" w:rsidRDefault="000F2F14" w:rsidP="000F2F1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0F2F14" w:rsidRPr="00F06873" w:rsidTr="000F2F14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0F2F14" w:rsidRPr="00F06873" w:rsidRDefault="000F2F14" w:rsidP="000F2F1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0F2F14" w:rsidRPr="004654AF" w:rsidRDefault="000F2F14" w:rsidP="000F2F1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0F2F14" w:rsidRPr="004654AF" w:rsidRDefault="000F2F14" w:rsidP="000F2F14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0F2F14" w:rsidRPr="00F06873" w:rsidRDefault="000F2F14" w:rsidP="000F2F1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0F2F14" w:rsidRPr="00F06873" w:rsidRDefault="000F2F14" w:rsidP="000F2F1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0F2F14" w:rsidRPr="00F06873" w:rsidRDefault="000F2F14" w:rsidP="000F2F1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0F2F14" w:rsidRPr="00F06873" w:rsidRDefault="000F2F14" w:rsidP="000F2F1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0F2F14" w:rsidRPr="00F06873" w:rsidRDefault="000F2F14" w:rsidP="000F2F1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0F2F14" w:rsidRPr="00F06873" w:rsidRDefault="000F2F14" w:rsidP="000F2F1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0F2F14" w:rsidRPr="00F06873" w:rsidRDefault="000F2F14" w:rsidP="000F2F1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2F14" w:rsidRPr="00F06873" w:rsidTr="000F2F14">
        <w:trPr>
          <w:jc w:val="center"/>
        </w:trPr>
        <w:tc>
          <w:tcPr>
            <w:tcW w:w="3518" w:type="dxa"/>
            <w:vAlign w:val="center"/>
          </w:tcPr>
          <w:p w:rsidR="000F2F14" w:rsidRPr="00F06873" w:rsidRDefault="000F2F14" w:rsidP="000F2F1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0F2F14" w:rsidRPr="00F06873" w:rsidRDefault="000F2F14" w:rsidP="000F2F1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0F2F14" w:rsidRPr="00F06873" w:rsidRDefault="000F2F14" w:rsidP="000F2F1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0F2F14" w:rsidRPr="00F06873" w:rsidRDefault="000F2F14" w:rsidP="000F2F1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0F2F14" w:rsidRPr="00F06873" w:rsidRDefault="000F2F14" w:rsidP="000F2F1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0F2F14" w:rsidRPr="00F06873" w:rsidRDefault="000F2F14" w:rsidP="000F2F1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0F2F14" w:rsidRPr="00F06873" w:rsidRDefault="000F2F14" w:rsidP="000F2F1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0F2F14" w:rsidRPr="00F06873" w:rsidRDefault="000F2F14" w:rsidP="000F2F1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0F2F14" w:rsidRPr="00F06873" w:rsidRDefault="000F2F14" w:rsidP="000F2F1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0F2F14" w:rsidRPr="00F06873" w:rsidRDefault="000F2F14" w:rsidP="000F2F1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0F2F14" w:rsidRPr="00F06873" w:rsidTr="000F2F14">
        <w:trPr>
          <w:jc w:val="center"/>
        </w:trPr>
        <w:tc>
          <w:tcPr>
            <w:tcW w:w="3518" w:type="dxa"/>
            <w:vAlign w:val="center"/>
          </w:tcPr>
          <w:p w:rsidR="000F2F14" w:rsidRPr="00F06873" w:rsidRDefault="000F2F14" w:rsidP="000F2F14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0F2F14" w:rsidRPr="00F06873" w:rsidRDefault="000F2F14" w:rsidP="000F2F1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118" w:type="dxa"/>
            <w:vAlign w:val="center"/>
          </w:tcPr>
          <w:p w:rsidR="000F2F14" w:rsidRPr="00F06873" w:rsidRDefault="000F2F14" w:rsidP="000F2F1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0F2F14" w:rsidRPr="00F06873" w:rsidRDefault="000F2F14" w:rsidP="000F2F1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0F2F14" w:rsidRPr="00F06873" w:rsidRDefault="000F2F14" w:rsidP="000F2F1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0F2F14" w:rsidRPr="00F06873" w:rsidRDefault="000F2F14" w:rsidP="000F2F1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69" w:type="dxa"/>
            <w:vAlign w:val="center"/>
          </w:tcPr>
          <w:p w:rsidR="000F2F14" w:rsidRPr="00F06873" w:rsidRDefault="000F2F14" w:rsidP="000F2F1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9" w:type="dxa"/>
            <w:vAlign w:val="center"/>
          </w:tcPr>
          <w:p w:rsidR="000F2F14" w:rsidRPr="00F06873" w:rsidRDefault="000F2F14" w:rsidP="000F2F1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0F2F14" w:rsidRPr="00F06873" w:rsidRDefault="000F2F14" w:rsidP="000F2F1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0F2F14" w:rsidRPr="00F06873" w:rsidRDefault="000F2F14" w:rsidP="000F2F1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F2F14" w:rsidRPr="00F06873" w:rsidTr="000F2F14">
        <w:trPr>
          <w:jc w:val="center"/>
        </w:trPr>
        <w:tc>
          <w:tcPr>
            <w:tcW w:w="3518" w:type="dxa"/>
            <w:vAlign w:val="center"/>
          </w:tcPr>
          <w:p w:rsidR="000F2F14" w:rsidRPr="00F06873" w:rsidRDefault="000F2F14" w:rsidP="000F2F14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е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стах (чел.)</w:t>
            </w:r>
          </w:p>
        </w:tc>
        <w:tc>
          <w:tcPr>
            <w:tcW w:w="843" w:type="dxa"/>
            <w:vAlign w:val="center"/>
          </w:tcPr>
          <w:p w:rsidR="000F2F14" w:rsidRPr="00F06873" w:rsidRDefault="000F2F14" w:rsidP="000F2F1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118" w:type="dxa"/>
            <w:vAlign w:val="center"/>
          </w:tcPr>
          <w:p w:rsidR="000F2F14" w:rsidRPr="00F06873" w:rsidRDefault="000F2F14" w:rsidP="000F2F1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3" w:type="dxa"/>
            <w:vAlign w:val="center"/>
          </w:tcPr>
          <w:p w:rsidR="000F2F14" w:rsidRPr="00F06873" w:rsidRDefault="000F2F14" w:rsidP="000F2F1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0F2F14" w:rsidRPr="00F06873" w:rsidRDefault="000F2F14" w:rsidP="000F2F1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0F2F14" w:rsidRPr="00F06873" w:rsidRDefault="000F2F14" w:rsidP="000F2F1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69" w:type="dxa"/>
            <w:vAlign w:val="center"/>
          </w:tcPr>
          <w:p w:rsidR="000F2F14" w:rsidRPr="00F06873" w:rsidRDefault="000F2F14" w:rsidP="000F2F1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69" w:type="dxa"/>
            <w:vAlign w:val="center"/>
          </w:tcPr>
          <w:p w:rsidR="000F2F14" w:rsidRPr="00F06873" w:rsidRDefault="000F2F14" w:rsidP="000F2F1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0F2F14" w:rsidRPr="00F06873" w:rsidRDefault="000F2F14" w:rsidP="000F2F1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0F2F14" w:rsidRPr="00F06873" w:rsidRDefault="000F2F14" w:rsidP="000F2F1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F2F14" w:rsidRPr="00F06873" w:rsidTr="000F2F14">
        <w:trPr>
          <w:jc w:val="center"/>
        </w:trPr>
        <w:tc>
          <w:tcPr>
            <w:tcW w:w="3518" w:type="dxa"/>
            <w:vAlign w:val="center"/>
          </w:tcPr>
          <w:p w:rsidR="000F2F14" w:rsidRPr="00F06873" w:rsidRDefault="000F2F14" w:rsidP="000F2F14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0F2F14" w:rsidRPr="00F06873" w:rsidRDefault="000F2F14" w:rsidP="000F2F1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0F2F14" w:rsidRPr="00F06873" w:rsidRDefault="000F2F14" w:rsidP="000F2F1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0F2F14" w:rsidRPr="00F06873" w:rsidRDefault="000F2F14" w:rsidP="000F2F1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0F2F14" w:rsidRPr="00F06873" w:rsidRDefault="000F2F14" w:rsidP="000F2F1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0F2F14" w:rsidRPr="00F06873" w:rsidRDefault="000F2F14" w:rsidP="000F2F1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0F2F14" w:rsidRPr="00F06873" w:rsidRDefault="000F2F14" w:rsidP="000F2F1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0F2F14" w:rsidRPr="00F06873" w:rsidRDefault="000F2F14" w:rsidP="000F2F1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0F2F14" w:rsidRPr="00F06873" w:rsidRDefault="000F2F14" w:rsidP="000F2F1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0F2F14" w:rsidRPr="00F06873" w:rsidRDefault="000F2F14" w:rsidP="000F2F1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F2F14" w:rsidRPr="00F06873" w:rsidTr="000F2F14">
        <w:trPr>
          <w:jc w:val="center"/>
        </w:trPr>
        <w:tc>
          <w:tcPr>
            <w:tcW w:w="3518" w:type="dxa"/>
            <w:vAlign w:val="center"/>
          </w:tcPr>
          <w:p w:rsidR="000F2F14" w:rsidRPr="00F06873" w:rsidRDefault="000F2F14" w:rsidP="000F2F14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0F2F14" w:rsidRPr="00F06873" w:rsidRDefault="000F2F14" w:rsidP="000F2F1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0F2F14" w:rsidRPr="00F06873" w:rsidRDefault="000F2F14" w:rsidP="000F2F1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0F2F14" w:rsidRPr="00F06873" w:rsidRDefault="000F2F14" w:rsidP="000F2F1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0F2F14" w:rsidRPr="00F06873" w:rsidRDefault="000F2F14" w:rsidP="000F2F1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0F2F14" w:rsidRPr="00F06873" w:rsidRDefault="000F2F14" w:rsidP="000F2F1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0F2F14" w:rsidRPr="00F06873" w:rsidRDefault="000F2F14" w:rsidP="000F2F1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0F2F14" w:rsidRPr="00F06873" w:rsidRDefault="000F2F14" w:rsidP="000F2F1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0F2F14" w:rsidRPr="00F06873" w:rsidRDefault="000F2F14" w:rsidP="000F2F1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0F2F14" w:rsidRPr="00F06873" w:rsidRDefault="000F2F14" w:rsidP="000F2F1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F2F14" w:rsidRPr="00F06873" w:rsidTr="000F2F14">
        <w:trPr>
          <w:jc w:val="center"/>
        </w:trPr>
        <w:tc>
          <w:tcPr>
            <w:tcW w:w="3518" w:type="dxa"/>
            <w:vAlign w:val="center"/>
          </w:tcPr>
          <w:p w:rsidR="000F2F14" w:rsidRPr="00F06873" w:rsidRDefault="000F2F14" w:rsidP="000F2F14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0F2F14" w:rsidRPr="00F06873" w:rsidRDefault="000F2F14" w:rsidP="000F2F1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0F2F14" w:rsidRPr="00F06873" w:rsidRDefault="000F2F14" w:rsidP="000F2F1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0F2F14" w:rsidRPr="00F06873" w:rsidRDefault="000F2F14" w:rsidP="000F2F1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0F2F14" w:rsidRPr="00F06873" w:rsidRDefault="000F2F14" w:rsidP="000F2F1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0F2F14" w:rsidRPr="00F06873" w:rsidRDefault="000F2F14" w:rsidP="000F2F1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0F2F14" w:rsidRPr="00F06873" w:rsidRDefault="000F2F14" w:rsidP="000F2F1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0F2F14" w:rsidRPr="00F06873" w:rsidRDefault="000F2F14" w:rsidP="000F2F1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0F2F14" w:rsidRPr="00F06873" w:rsidRDefault="000F2F14" w:rsidP="000F2F1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0F2F14" w:rsidRPr="00F06873" w:rsidRDefault="000F2F14" w:rsidP="000F2F14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B64ED1" w:rsidRDefault="00026145" w:rsidP="005E3665">
      <w:pPr>
        <w:rPr>
          <w:rStyle w:val="a9"/>
        </w:rPr>
      </w:pPr>
      <w:bookmarkStart w:id="0" w:name="_GoBack"/>
      <w:bookmarkEnd w:id="0"/>
      <w:r w:rsidRPr="00710271">
        <w:lastRenderedPageBreak/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>
        <w:rPr>
          <w:rStyle w:val="a9"/>
          <w:lang w:val="en-US"/>
        </w:rPr>
        <w:instrText>ceh</w:instrText>
      </w:r>
      <w:r w:rsidRPr="00497D67">
        <w:rPr>
          <w:rStyle w:val="a9"/>
        </w:rPr>
        <w:instrText>_</w:instrText>
      </w:r>
      <w:r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Pr="00497D67">
        <w:rPr>
          <w:rStyle w:val="a9"/>
        </w:rPr>
        <w:t xml:space="preserve">Акционерное общество "Новосибирское </w:t>
      </w:r>
      <w:proofErr w:type="spellStart"/>
      <w:r w:rsidRPr="00497D67">
        <w:rPr>
          <w:rStyle w:val="a9"/>
        </w:rPr>
        <w:t>карьероуправление</w:t>
      </w:r>
      <w:proofErr w:type="spellEnd"/>
      <w:r w:rsidRPr="00497D67">
        <w:rPr>
          <w:rStyle w:val="a9"/>
        </w:rPr>
        <w:t xml:space="preserve">". </w:t>
      </w:r>
      <w:proofErr w:type="spellStart"/>
      <w:r w:rsidRPr="00497D67">
        <w:rPr>
          <w:rStyle w:val="a9"/>
        </w:rPr>
        <w:t>Новобибеевский</w:t>
      </w:r>
      <w:proofErr w:type="spellEnd"/>
      <w:r w:rsidRPr="00497D67">
        <w:rPr>
          <w:rStyle w:val="a9"/>
        </w:rPr>
        <w:t xml:space="preserve"> карьер</w:t>
      </w:r>
      <w:r w:rsidRPr="00883461">
        <w:rPr>
          <w:rStyle w:val="a9"/>
        </w:rPr>
        <w:fldChar w:fldCharType="end"/>
      </w:r>
    </w:p>
    <w:p w:rsidR="005E3665" w:rsidRPr="00F06873" w:rsidRDefault="005E3665" w:rsidP="005E3665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5E3665" w:rsidRPr="00F06873" w:rsidTr="005E3665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5E3665" w:rsidRPr="00F06873" w:rsidRDefault="005E3665" w:rsidP="005E3665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5E3665" w:rsidRPr="004654AF" w:rsidRDefault="005E3665" w:rsidP="005E3665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5E3665" w:rsidRPr="00F06873" w:rsidRDefault="005E3665" w:rsidP="005E3665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5E3665" w:rsidRPr="00F06873" w:rsidRDefault="005E3665" w:rsidP="005E3665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5E3665" w:rsidRPr="00F06873" w:rsidTr="005E3665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5E3665" w:rsidRPr="00F06873" w:rsidRDefault="005E3665" w:rsidP="005E366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5E3665" w:rsidRPr="00F06873" w:rsidRDefault="005E3665" w:rsidP="005E366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5E3665" w:rsidRPr="00F06873" w:rsidRDefault="005E3665" w:rsidP="005E366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5E3665" w:rsidRPr="00F06873" w:rsidRDefault="005E3665" w:rsidP="005E366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5E3665" w:rsidRPr="00F06873" w:rsidRDefault="005E3665" w:rsidP="005E366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5E3665" w:rsidRPr="00F06873" w:rsidRDefault="005E3665" w:rsidP="005E366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5E3665" w:rsidRPr="00F06873" w:rsidTr="005E3665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5E3665" w:rsidRPr="00F06873" w:rsidRDefault="005E3665" w:rsidP="005E366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5E3665" w:rsidRPr="004654AF" w:rsidRDefault="005E3665" w:rsidP="005E366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5E3665" w:rsidRPr="004654AF" w:rsidRDefault="005E3665" w:rsidP="005E3665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5E3665" w:rsidRPr="00F06873" w:rsidRDefault="005E3665" w:rsidP="005E366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5E3665" w:rsidRPr="00F06873" w:rsidRDefault="005E3665" w:rsidP="005E366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5E3665" w:rsidRPr="00F06873" w:rsidRDefault="005E3665" w:rsidP="005E366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5E3665" w:rsidRPr="00F06873" w:rsidRDefault="005E3665" w:rsidP="005E366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5E3665" w:rsidRPr="00F06873" w:rsidRDefault="005E3665" w:rsidP="005E366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5E3665" w:rsidRPr="00F06873" w:rsidRDefault="005E3665" w:rsidP="005E366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5E3665" w:rsidRPr="00F06873" w:rsidRDefault="005E3665" w:rsidP="005E366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E3665" w:rsidRPr="00F06873" w:rsidTr="005E3665">
        <w:trPr>
          <w:jc w:val="center"/>
        </w:trPr>
        <w:tc>
          <w:tcPr>
            <w:tcW w:w="3518" w:type="dxa"/>
            <w:vAlign w:val="center"/>
          </w:tcPr>
          <w:p w:rsidR="005E3665" w:rsidRPr="00F06873" w:rsidRDefault="005E3665" w:rsidP="005E366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5E3665" w:rsidRPr="00F06873" w:rsidRDefault="005E3665" w:rsidP="005E366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5E3665" w:rsidRPr="00F06873" w:rsidRDefault="005E3665" w:rsidP="005E366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5E3665" w:rsidRPr="00F06873" w:rsidRDefault="005E3665" w:rsidP="005E366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5E3665" w:rsidRPr="00F06873" w:rsidRDefault="005E3665" w:rsidP="005E366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5E3665" w:rsidRPr="00F06873" w:rsidRDefault="005E3665" w:rsidP="005E366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5E3665" w:rsidRPr="00F06873" w:rsidRDefault="005E3665" w:rsidP="005E366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5E3665" w:rsidRPr="00F06873" w:rsidRDefault="005E3665" w:rsidP="005E366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5E3665" w:rsidRPr="00F06873" w:rsidRDefault="005E3665" w:rsidP="005E366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5E3665" w:rsidRPr="00F06873" w:rsidRDefault="005E3665" w:rsidP="005E366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5E3665" w:rsidRPr="00F06873" w:rsidTr="005E3665">
        <w:trPr>
          <w:jc w:val="center"/>
        </w:trPr>
        <w:tc>
          <w:tcPr>
            <w:tcW w:w="3518" w:type="dxa"/>
            <w:vAlign w:val="center"/>
          </w:tcPr>
          <w:p w:rsidR="005E3665" w:rsidRPr="00F06873" w:rsidRDefault="005E3665" w:rsidP="005E3665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5E3665" w:rsidRPr="00F06873" w:rsidRDefault="005E3665" w:rsidP="005E366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</w:t>
            </w:r>
          </w:p>
        </w:tc>
        <w:tc>
          <w:tcPr>
            <w:tcW w:w="3118" w:type="dxa"/>
            <w:vAlign w:val="center"/>
          </w:tcPr>
          <w:p w:rsidR="005E3665" w:rsidRPr="00F06873" w:rsidRDefault="005E3665" w:rsidP="005E366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</w:t>
            </w:r>
          </w:p>
        </w:tc>
        <w:tc>
          <w:tcPr>
            <w:tcW w:w="1063" w:type="dxa"/>
            <w:vAlign w:val="center"/>
          </w:tcPr>
          <w:p w:rsidR="005E3665" w:rsidRPr="00F06873" w:rsidRDefault="005E3665" w:rsidP="005E366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5E3665" w:rsidRPr="00F06873" w:rsidRDefault="005E3665" w:rsidP="005E366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169" w:type="dxa"/>
            <w:vAlign w:val="center"/>
          </w:tcPr>
          <w:p w:rsidR="005E3665" w:rsidRPr="00F06873" w:rsidRDefault="005E3665" w:rsidP="005E366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169" w:type="dxa"/>
            <w:vAlign w:val="center"/>
          </w:tcPr>
          <w:p w:rsidR="005E3665" w:rsidRPr="00F06873" w:rsidRDefault="005E3665" w:rsidP="005E366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169" w:type="dxa"/>
            <w:vAlign w:val="center"/>
          </w:tcPr>
          <w:p w:rsidR="005E3665" w:rsidRPr="00F06873" w:rsidRDefault="005E3665" w:rsidP="005E366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5E3665" w:rsidRPr="00F06873" w:rsidRDefault="005E3665" w:rsidP="005E366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5E3665" w:rsidRPr="00F06873" w:rsidRDefault="005E3665" w:rsidP="005E366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E3665" w:rsidRPr="00F06873" w:rsidTr="005E3665">
        <w:trPr>
          <w:jc w:val="center"/>
        </w:trPr>
        <w:tc>
          <w:tcPr>
            <w:tcW w:w="3518" w:type="dxa"/>
            <w:vAlign w:val="center"/>
          </w:tcPr>
          <w:p w:rsidR="005E3665" w:rsidRPr="00F06873" w:rsidRDefault="005E3665" w:rsidP="005E3665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е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стах (чел.)</w:t>
            </w:r>
          </w:p>
        </w:tc>
        <w:tc>
          <w:tcPr>
            <w:tcW w:w="843" w:type="dxa"/>
            <w:vAlign w:val="center"/>
          </w:tcPr>
          <w:p w:rsidR="005E3665" w:rsidRPr="00F06873" w:rsidRDefault="005E3665" w:rsidP="005E366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170</w:t>
            </w:r>
          </w:p>
        </w:tc>
        <w:tc>
          <w:tcPr>
            <w:tcW w:w="3118" w:type="dxa"/>
            <w:vAlign w:val="center"/>
          </w:tcPr>
          <w:p w:rsidR="005E3665" w:rsidRPr="00F06873" w:rsidRDefault="005E3665" w:rsidP="005E366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170</w:t>
            </w:r>
          </w:p>
        </w:tc>
        <w:tc>
          <w:tcPr>
            <w:tcW w:w="1063" w:type="dxa"/>
            <w:vAlign w:val="center"/>
          </w:tcPr>
          <w:p w:rsidR="005E3665" w:rsidRPr="00F06873" w:rsidRDefault="005E3665" w:rsidP="005E366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5E3665" w:rsidRPr="00F06873" w:rsidRDefault="005E3665" w:rsidP="005E366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1169" w:type="dxa"/>
            <w:vAlign w:val="center"/>
          </w:tcPr>
          <w:p w:rsidR="005E3665" w:rsidRPr="00F06873" w:rsidRDefault="005E3665" w:rsidP="005E366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169" w:type="dxa"/>
            <w:vAlign w:val="center"/>
          </w:tcPr>
          <w:p w:rsidR="005E3665" w:rsidRPr="00F06873" w:rsidRDefault="005E3665" w:rsidP="005E366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119</w:t>
            </w:r>
          </w:p>
        </w:tc>
        <w:tc>
          <w:tcPr>
            <w:tcW w:w="1169" w:type="dxa"/>
            <w:vAlign w:val="center"/>
          </w:tcPr>
          <w:p w:rsidR="005E3665" w:rsidRPr="00F06873" w:rsidRDefault="005E3665" w:rsidP="005E366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5E3665" w:rsidRPr="00F06873" w:rsidRDefault="005E3665" w:rsidP="005E366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5E3665" w:rsidRPr="00F06873" w:rsidRDefault="005E3665" w:rsidP="005E366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E3665" w:rsidRPr="00F06873" w:rsidTr="005E3665">
        <w:trPr>
          <w:jc w:val="center"/>
        </w:trPr>
        <w:tc>
          <w:tcPr>
            <w:tcW w:w="3518" w:type="dxa"/>
            <w:vAlign w:val="center"/>
          </w:tcPr>
          <w:p w:rsidR="005E3665" w:rsidRPr="00F06873" w:rsidRDefault="005E3665" w:rsidP="005E3665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5E3665" w:rsidRPr="00F06873" w:rsidRDefault="005E3665" w:rsidP="005E366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3118" w:type="dxa"/>
            <w:vAlign w:val="center"/>
          </w:tcPr>
          <w:p w:rsidR="005E3665" w:rsidRPr="00F06873" w:rsidRDefault="005E3665" w:rsidP="005E366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063" w:type="dxa"/>
            <w:vAlign w:val="center"/>
          </w:tcPr>
          <w:p w:rsidR="005E3665" w:rsidRPr="00F06873" w:rsidRDefault="005E3665" w:rsidP="005E366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5E3665" w:rsidRPr="00F06873" w:rsidRDefault="005E3665" w:rsidP="005E366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169" w:type="dxa"/>
            <w:vAlign w:val="center"/>
          </w:tcPr>
          <w:p w:rsidR="005E3665" w:rsidRPr="00F06873" w:rsidRDefault="005E3665" w:rsidP="005E366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69" w:type="dxa"/>
            <w:vAlign w:val="center"/>
          </w:tcPr>
          <w:p w:rsidR="005E3665" w:rsidRPr="00F06873" w:rsidRDefault="005E3665" w:rsidP="005E366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5E3665" w:rsidRPr="00F06873" w:rsidRDefault="005E3665" w:rsidP="005E366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5E3665" w:rsidRPr="00F06873" w:rsidRDefault="005E3665" w:rsidP="005E366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5E3665" w:rsidRPr="00F06873" w:rsidRDefault="005E3665" w:rsidP="005E366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E3665" w:rsidRPr="00F06873" w:rsidTr="005E3665">
        <w:trPr>
          <w:jc w:val="center"/>
        </w:trPr>
        <w:tc>
          <w:tcPr>
            <w:tcW w:w="3518" w:type="dxa"/>
            <w:vAlign w:val="center"/>
          </w:tcPr>
          <w:p w:rsidR="005E3665" w:rsidRPr="00F06873" w:rsidRDefault="005E3665" w:rsidP="005E3665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5E3665" w:rsidRPr="00F06873" w:rsidRDefault="005E3665" w:rsidP="005E366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5E3665" w:rsidRPr="00F06873" w:rsidRDefault="005E3665" w:rsidP="005E366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5E3665" w:rsidRPr="00F06873" w:rsidRDefault="005E3665" w:rsidP="005E366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5E3665" w:rsidRPr="00F06873" w:rsidRDefault="005E3665" w:rsidP="005E366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5E3665" w:rsidRPr="00F06873" w:rsidRDefault="005E3665" w:rsidP="005E366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5E3665" w:rsidRPr="00F06873" w:rsidRDefault="005E3665" w:rsidP="005E366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5E3665" w:rsidRPr="00F06873" w:rsidRDefault="005E3665" w:rsidP="005E366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5E3665" w:rsidRPr="00F06873" w:rsidRDefault="005E3665" w:rsidP="005E366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5E3665" w:rsidRPr="00F06873" w:rsidRDefault="005E3665" w:rsidP="005E366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E3665" w:rsidRPr="00F06873" w:rsidTr="005E3665">
        <w:trPr>
          <w:jc w:val="center"/>
        </w:trPr>
        <w:tc>
          <w:tcPr>
            <w:tcW w:w="3518" w:type="dxa"/>
            <w:vAlign w:val="center"/>
          </w:tcPr>
          <w:p w:rsidR="005E3665" w:rsidRPr="00F06873" w:rsidRDefault="005E3665" w:rsidP="005E3665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5E3665" w:rsidRPr="00F06873" w:rsidRDefault="005E3665" w:rsidP="005E366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5E3665" w:rsidRPr="00F06873" w:rsidRDefault="005E3665" w:rsidP="005E366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5E3665" w:rsidRPr="00F06873" w:rsidRDefault="005E3665" w:rsidP="005E366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5E3665" w:rsidRPr="00F06873" w:rsidRDefault="005E3665" w:rsidP="005E366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5E3665" w:rsidRPr="00F06873" w:rsidRDefault="005E3665" w:rsidP="005E366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5E3665" w:rsidRPr="00F06873" w:rsidRDefault="005E3665" w:rsidP="005E366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5E3665" w:rsidRPr="00F06873" w:rsidRDefault="005E3665" w:rsidP="005E366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5E3665" w:rsidRPr="00F06873" w:rsidRDefault="005E3665" w:rsidP="005E366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5E3665" w:rsidRPr="00F06873" w:rsidRDefault="005E3665" w:rsidP="005E3665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5E3665" w:rsidRDefault="005E3665" w:rsidP="005E3665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5E3665" w:rsidRDefault="005E3665" w:rsidP="00B3448B"/>
    <w:p w:rsidR="005E3665" w:rsidRDefault="005E3665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="00872291">
        <w:t xml:space="preserve"> </w:t>
      </w:r>
      <w:r w:rsidR="00D45AEF">
        <w:fldChar w:fldCharType="begin"/>
      </w:r>
      <w:r w:rsidR="00D45AEF">
        <w:instrText xml:space="preserve"> DOCVARIABLE ceh_info \* MERGEFORMAT </w:instrText>
      </w:r>
      <w:r w:rsidR="00D45AEF">
        <w:fldChar w:fldCharType="separate"/>
      </w:r>
      <w:r w:rsidR="00DF07D1" w:rsidRPr="00DF07D1">
        <w:rPr>
          <w:rStyle w:val="a9"/>
        </w:rPr>
        <w:t xml:space="preserve">Акционерное общество "Новосибирское </w:t>
      </w:r>
      <w:proofErr w:type="spellStart"/>
      <w:r w:rsidR="00DF07D1" w:rsidRPr="00DF07D1">
        <w:rPr>
          <w:rStyle w:val="a9"/>
        </w:rPr>
        <w:t>карьероуправление</w:t>
      </w:r>
      <w:proofErr w:type="spellEnd"/>
      <w:r w:rsidR="00DF07D1" w:rsidRPr="00DF07D1">
        <w:rPr>
          <w:rStyle w:val="a9"/>
        </w:rPr>
        <w:t xml:space="preserve">". </w:t>
      </w:r>
      <w:proofErr w:type="spellStart"/>
      <w:r w:rsidR="00DF07D1" w:rsidRPr="00DF07D1">
        <w:rPr>
          <w:rStyle w:val="a9"/>
        </w:rPr>
        <w:t>Шайдуровский</w:t>
      </w:r>
      <w:proofErr w:type="spellEnd"/>
      <w:r w:rsidR="00DF07D1" w:rsidRPr="00DF07D1">
        <w:rPr>
          <w:rStyle w:val="a9"/>
        </w:rPr>
        <w:t xml:space="preserve"> карьер</w:t>
      </w:r>
      <w:r w:rsidR="00D45AEF">
        <w:rPr>
          <w:rStyle w:val="a9"/>
        </w:rPr>
        <w:fldChar w:fldCharType="end"/>
      </w:r>
      <w:r w:rsidRPr="00883461">
        <w:rPr>
          <w:rStyle w:val="a9"/>
        </w:rPr>
        <w:t> </w:t>
      </w:r>
    </w:p>
    <w:p w:rsidR="00F06873" w:rsidRPr="00F06873" w:rsidRDefault="00F06873" w:rsidP="004654AF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F06873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table1"/>
            <w:bookmarkEnd w:id="1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F06873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F06873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F06873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1"/>
            <w:bookmarkEnd w:id="2"/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F06873" w:rsidRDefault="00DF07D1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3118" w:type="dxa"/>
            <w:vAlign w:val="center"/>
          </w:tcPr>
          <w:p w:rsidR="00AF1EDF" w:rsidRPr="00F06873" w:rsidRDefault="00DF07D1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1063" w:type="dxa"/>
            <w:vAlign w:val="center"/>
          </w:tcPr>
          <w:p w:rsidR="00AF1EDF" w:rsidRPr="00F06873" w:rsidRDefault="00DF07D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DF07D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169" w:type="dxa"/>
            <w:vAlign w:val="center"/>
          </w:tcPr>
          <w:p w:rsidR="00AF1EDF" w:rsidRPr="00F06873" w:rsidRDefault="00DF07D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DF07D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169" w:type="dxa"/>
            <w:vAlign w:val="center"/>
          </w:tcPr>
          <w:p w:rsidR="00AF1EDF" w:rsidRPr="00F06873" w:rsidRDefault="00DF07D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DF07D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DF07D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2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е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стах (чел.)</w:t>
            </w:r>
          </w:p>
        </w:tc>
        <w:tc>
          <w:tcPr>
            <w:tcW w:w="843" w:type="dxa"/>
            <w:vAlign w:val="center"/>
          </w:tcPr>
          <w:p w:rsidR="00AF1EDF" w:rsidRPr="00F06873" w:rsidRDefault="00DF07D1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3118" w:type="dxa"/>
            <w:vAlign w:val="center"/>
          </w:tcPr>
          <w:p w:rsidR="00AF1EDF" w:rsidRPr="00F06873" w:rsidRDefault="00DF07D1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1063" w:type="dxa"/>
            <w:vAlign w:val="center"/>
          </w:tcPr>
          <w:p w:rsidR="00AF1EDF" w:rsidRPr="00F06873" w:rsidRDefault="00DF07D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DF07D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169" w:type="dxa"/>
            <w:vAlign w:val="center"/>
          </w:tcPr>
          <w:p w:rsidR="00AF1EDF" w:rsidRPr="00F06873" w:rsidRDefault="00DF07D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DF07D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169" w:type="dxa"/>
            <w:vAlign w:val="center"/>
          </w:tcPr>
          <w:p w:rsidR="00AF1EDF" w:rsidRPr="00F06873" w:rsidRDefault="00DF07D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DF07D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DF07D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3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F06873" w:rsidRDefault="00DF07D1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118" w:type="dxa"/>
            <w:vAlign w:val="center"/>
          </w:tcPr>
          <w:p w:rsidR="00AF1EDF" w:rsidRPr="00F06873" w:rsidRDefault="00DF07D1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063" w:type="dxa"/>
            <w:vAlign w:val="center"/>
          </w:tcPr>
          <w:p w:rsidR="00AF1EDF" w:rsidRPr="00F06873" w:rsidRDefault="00DF07D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DF07D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DF07D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DF07D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DF07D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DF07D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DF07D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4"/>
            <w:bookmarkEnd w:id="5"/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F06873" w:rsidRDefault="00DF07D1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DF07D1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DF07D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DF07D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DF07D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DF07D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DF07D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DF07D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DF07D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6" w:name="pos5"/>
            <w:bookmarkEnd w:id="6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F06873" w:rsidRDefault="00DF07D1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DF07D1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DF07D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DF07D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DF07D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DF07D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DF07D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DF07D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DF07D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65289A" w:rsidRDefault="0065289A" w:rsidP="008718A9">
      <w:pPr>
        <w:pStyle w:val="a6"/>
        <w:jc w:val="both"/>
        <w:rPr>
          <w:sz w:val="18"/>
          <w:szCs w:val="18"/>
          <w:lang w:val="en-US"/>
        </w:rPr>
      </w:pPr>
    </w:p>
    <w:sectPr w:rsidR="0065289A" w:rsidSect="000203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68F9" w:rsidRDefault="000368F9" w:rsidP="00DF07D1">
      <w:r>
        <w:separator/>
      </w:r>
    </w:p>
  </w:endnote>
  <w:endnote w:type="continuationSeparator" w:id="0">
    <w:p w:rsidR="000368F9" w:rsidRDefault="000368F9" w:rsidP="00DF07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145" w:rsidRDefault="00026145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145" w:rsidRDefault="00026145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145" w:rsidRDefault="00026145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68F9" w:rsidRDefault="000368F9" w:rsidP="00DF07D1">
      <w:r>
        <w:separator/>
      </w:r>
    </w:p>
  </w:footnote>
  <w:footnote w:type="continuationSeparator" w:id="0">
    <w:p w:rsidR="000368F9" w:rsidRDefault="000368F9" w:rsidP="00DF07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145" w:rsidRDefault="00026145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145" w:rsidRDefault="00026145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145" w:rsidRDefault="00026145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ctivedoc_name" w:val="Документ89"/>
    <w:docVar w:name="ceh_info" w:val="Акционерное общество &quot;Новосибирское карьероуправление&quot;. Шайдуровский карьер"/>
    <w:docVar w:name="doc_name" w:val="Документ89"/>
    <w:docVar w:name="fill_date" w:val="       "/>
    <w:docVar w:name="org_name" w:val="     "/>
    <w:docVar w:name="pers_guids" w:val="5DF339DBB9D8455A9C7752E2A57D6B5C@154-357-789 93"/>
    <w:docVar w:name="pers_snils" w:val="5DF339DBB9D8455A9C7752E2A57D6B5C@154-357-789 93"/>
    <w:docVar w:name="rbtd_name" w:val="Акционерное общество &quot;Новосибирское карьероуправление&quot;. Шайдуровский карьер"/>
    <w:docVar w:name="sv_docs" w:val="1"/>
  </w:docVars>
  <w:rsids>
    <w:rsidRoot w:val="00DF07D1"/>
    <w:rsid w:val="0002033E"/>
    <w:rsid w:val="00026145"/>
    <w:rsid w:val="000368F9"/>
    <w:rsid w:val="000C5130"/>
    <w:rsid w:val="000D3760"/>
    <w:rsid w:val="000F0714"/>
    <w:rsid w:val="000F2F14"/>
    <w:rsid w:val="001157F8"/>
    <w:rsid w:val="0014704D"/>
    <w:rsid w:val="00196135"/>
    <w:rsid w:val="001A7AC3"/>
    <w:rsid w:val="001B19D8"/>
    <w:rsid w:val="00237B32"/>
    <w:rsid w:val="002743B5"/>
    <w:rsid w:val="002761BA"/>
    <w:rsid w:val="002B3931"/>
    <w:rsid w:val="003A1C01"/>
    <w:rsid w:val="003A2259"/>
    <w:rsid w:val="003C3080"/>
    <w:rsid w:val="003C79E5"/>
    <w:rsid w:val="003F4B55"/>
    <w:rsid w:val="00450E3E"/>
    <w:rsid w:val="0045702F"/>
    <w:rsid w:val="004654AF"/>
    <w:rsid w:val="00483C47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E3665"/>
    <w:rsid w:val="005E7611"/>
    <w:rsid w:val="005F64E6"/>
    <w:rsid w:val="0065289A"/>
    <w:rsid w:val="0067226F"/>
    <w:rsid w:val="006E4DFC"/>
    <w:rsid w:val="00725C51"/>
    <w:rsid w:val="007945CB"/>
    <w:rsid w:val="00820552"/>
    <w:rsid w:val="008718A9"/>
    <w:rsid w:val="00872291"/>
    <w:rsid w:val="00936F48"/>
    <w:rsid w:val="009647F7"/>
    <w:rsid w:val="009A1326"/>
    <w:rsid w:val="009D6532"/>
    <w:rsid w:val="00A026A4"/>
    <w:rsid w:val="00A761AD"/>
    <w:rsid w:val="00AE7337"/>
    <w:rsid w:val="00AF1EDF"/>
    <w:rsid w:val="00B12F45"/>
    <w:rsid w:val="00B2089E"/>
    <w:rsid w:val="00B3448B"/>
    <w:rsid w:val="00B64ED1"/>
    <w:rsid w:val="00B874F5"/>
    <w:rsid w:val="00BA560A"/>
    <w:rsid w:val="00C0355B"/>
    <w:rsid w:val="00C93056"/>
    <w:rsid w:val="00CA2E96"/>
    <w:rsid w:val="00CD2568"/>
    <w:rsid w:val="00CD2EFA"/>
    <w:rsid w:val="00D11966"/>
    <w:rsid w:val="00D45AEF"/>
    <w:rsid w:val="00D4752D"/>
    <w:rsid w:val="00DC0F74"/>
    <w:rsid w:val="00DC1A91"/>
    <w:rsid w:val="00DD6622"/>
    <w:rsid w:val="00DF07D1"/>
    <w:rsid w:val="00E25119"/>
    <w:rsid w:val="00E30B79"/>
    <w:rsid w:val="00E458F1"/>
    <w:rsid w:val="00EA3306"/>
    <w:rsid w:val="00EB7BDE"/>
    <w:rsid w:val="00EC5373"/>
    <w:rsid w:val="00F06873"/>
    <w:rsid w:val="00F262EE"/>
    <w:rsid w:val="00F35A24"/>
    <w:rsid w:val="00F46994"/>
    <w:rsid w:val="00F835B0"/>
    <w:rsid w:val="00FD4EE4"/>
    <w:rsid w:val="00FE46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DF07D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DF07D1"/>
    <w:rPr>
      <w:sz w:val="24"/>
    </w:rPr>
  </w:style>
  <w:style w:type="paragraph" w:styleId="ad">
    <w:name w:val="footer"/>
    <w:basedOn w:val="a"/>
    <w:link w:val="ae"/>
    <w:rsid w:val="00DF07D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DF07D1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DF07D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DF07D1"/>
    <w:rPr>
      <w:sz w:val="24"/>
    </w:rPr>
  </w:style>
  <w:style w:type="paragraph" w:styleId="ad">
    <w:name w:val="footer"/>
    <w:basedOn w:val="a"/>
    <w:link w:val="ae"/>
    <w:rsid w:val="00DF07D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DF07D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42</TotalTime>
  <Pages>7</Pages>
  <Words>1445</Words>
  <Characters>8242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>NKU</Company>
  <LinksUpToDate>false</LinksUpToDate>
  <CharactersWithSpaces>9668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Шкурина Маргарита Александровна</dc:creator>
  <cp:lastModifiedBy>Матебарчук Станислав Юрьевич</cp:lastModifiedBy>
  <cp:revision>9</cp:revision>
  <dcterms:created xsi:type="dcterms:W3CDTF">2020-09-28T08:32:00Z</dcterms:created>
  <dcterms:modified xsi:type="dcterms:W3CDTF">2020-09-29T07:34:00Z</dcterms:modified>
</cp:coreProperties>
</file>